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ACDC9" w14:textId="5B48AD9C" w:rsidR="00316A6C" w:rsidRDefault="00316A6C" w:rsidP="00B82849">
      <w:pPr>
        <w:spacing w:after="120"/>
        <w:rPr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CA1E6FD" wp14:editId="46E156CA">
                <wp:simplePos x="0" y="0"/>
                <wp:positionH relativeFrom="column">
                  <wp:posOffset>3581400</wp:posOffset>
                </wp:positionH>
                <wp:positionV relativeFrom="paragraph">
                  <wp:posOffset>7620</wp:posOffset>
                </wp:positionV>
                <wp:extent cx="3321050" cy="716280"/>
                <wp:effectExtent l="12700" t="7620" r="19050" b="12700"/>
                <wp:wrapTight wrapText="bothSides">
                  <wp:wrapPolygon edited="0">
                    <wp:start x="248" y="-306"/>
                    <wp:lineTo x="-62" y="1226"/>
                    <wp:lineTo x="-62" y="20087"/>
                    <wp:lineTo x="124" y="21294"/>
                    <wp:lineTo x="21414" y="21294"/>
                    <wp:lineTo x="21476" y="21294"/>
                    <wp:lineTo x="21662" y="19168"/>
                    <wp:lineTo x="21662" y="2126"/>
                    <wp:lineTo x="21600" y="1226"/>
                    <wp:lineTo x="21290" y="-306"/>
                    <wp:lineTo x="248" y="-306"/>
                  </wp:wrapPolygon>
                </wp:wrapTight>
                <wp:docPr id="10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6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B70021" w14:textId="67A82537" w:rsidR="00B82849" w:rsidRDefault="00F548DE" w:rsidP="00A1389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="00096F79">
                              <w:rPr>
                                <w:rFonts w:ascii="Cambria" w:hAnsi="Cambria"/>
                              </w:rPr>
                              <w:t>WHW96</w:t>
                            </w:r>
                            <w:r w:rsidR="00B82849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46376">
                              <w:rPr>
                                <w:rFonts w:ascii="Cambria" w:hAnsi="Cambria"/>
                              </w:rPr>
                              <w:t>Compare Quadratic Functions &amp; Solve by Graphing</w:t>
                            </w:r>
                          </w:p>
                          <w:p w14:paraId="488CCBDD" w14:textId="38A8AFB6" w:rsidR="00F548DE" w:rsidRDefault="00F548DE" w:rsidP="00A1389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C75AEA8" w14:textId="77777777" w:rsidR="00B82849" w:rsidRPr="00AF3FFC" w:rsidRDefault="00B82849" w:rsidP="00B8284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A1E6FD" id="Rounded_x0020_Rectangle_x0020_7" o:spid="_x0000_s1026" style="position:absolute;margin-left:282pt;margin-top:.6pt;width:261.5pt;height:5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" strokeweight="1.5pt">
                <v:textbox>
                  <w:txbxContent>
                    <w:p w14:paraId="35B70021" w14:textId="67A82537" w:rsidR="00B82849" w:rsidRDefault="00F548DE" w:rsidP="00A1389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="00096F79">
                        <w:rPr>
                          <w:rFonts w:ascii="Cambria" w:hAnsi="Cambria"/>
                        </w:rPr>
                        <w:t>WHW96</w:t>
                      </w:r>
                      <w:r w:rsidR="00B82849">
                        <w:rPr>
                          <w:rFonts w:ascii="Cambria" w:hAnsi="Cambria"/>
                        </w:rPr>
                        <w:t xml:space="preserve">: </w:t>
                      </w:r>
                      <w:r w:rsidR="00346376">
                        <w:rPr>
                          <w:rFonts w:ascii="Cambria" w:hAnsi="Cambria"/>
                        </w:rPr>
                        <w:t>Compare Quadratic Functions &amp; Solve by Graphing</w:t>
                      </w:r>
                    </w:p>
                    <w:p w14:paraId="488CCBDD" w14:textId="38A8AFB6" w:rsidR="00F548DE" w:rsidRDefault="00F548DE" w:rsidP="00A1389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5C75AEA8" w14:textId="77777777" w:rsidR="00B82849" w:rsidRPr="00AF3FFC" w:rsidRDefault="00B82849" w:rsidP="00B82849"/>
                  </w:txbxContent>
                </v:textbox>
                <w10:wrap type="tight"/>
              </v:roundrect>
            </w:pict>
          </mc:Fallback>
        </mc:AlternateContent>
      </w:r>
    </w:p>
    <w:p w14:paraId="4C4ACC1D" w14:textId="5B0A72D0" w:rsidR="00B82849" w:rsidRPr="006E2C70" w:rsidRDefault="00B82849" w:rsidP="00B82849">
      <w:pPr>
        <w:spacing w:after="120"/>
        <w:rPr>
          <w:b/>
          <w:i/>
        </w:rPr>
      </w:pPr>
      <w:r>
        <w:rPr>
          <w:b/>
          <w:i/>
        </w:rPr>
        <w:t>Name: _</w:t>
      </w:r>
      <w:r w:rsidR="00316A6C">
        <w:rPr>
          <w:b/>
          <w:i/>
        </w:rPr>
        <w:t xml:space="preserve">____________________________   </w:t>
      </w:r>
      <w:r>
        <w:rPr>
          <w:b/>
          <w:i/>
        </w:rPr>
        <w:t xml:space="preserve">P: </w:t>
      </w:r>
      <w:r w:rsidR="00085661" w:rsidRPr="00316A6C">
        <w:rPr>
          <w:b/>
          <w:i/>
        </w:rPr>
        <w:t>____</w:t>
      </w:r>
    </w:p>
    <w:p w14:paraId="16CA46CA" w14:textId="77777777" w:rsidR="00545776" w:rsidRDefault="00545776" w:rsidP="00085661">
      <w:pPr>
        <w:rPr>
          <w:rFonts w:ascii="Calibri" w:hAnsi="Calibri"/>
        </w:rPr>
      </w:pPr>
    </w:p>
    <w:p w14:paraId="6B5B3CC0" w14:textId="353727EE" w:rsidR="009A51AE" w:rsidRDefault="00316A6C" w:rsidP="009A51AE">
      <w:pPr>
        <w:rPr>
          <w:b/>
        </w:rPr>
      </w:pPr>
      <w:r>
        <w:rPr>
          <w:b/>
        </w:rPr>
        <w:t>T</w:t>
      </w:r>
      <w:r w:rsidR="009A51AE" w:rsidRPr="009A51AE">
        <w:rPr>
          <w:b/>
        </w:rPr>
        <w:t>ransformations</w:t>
      </w:r>
    </w:p>
    <w:p w14:paraId="428204DD" w14:textId="77777777" w:rsidR="00316A6C" w:rsidRDefault="00316A6C" w:rsidP="009A51AE">
      <w:pPr>
        <w:rPr>
          <w:b/>
        </w:rPr>
      </w:pPr>
    </w:p>
    <w:p w14:paraId="450A9571" w14:textId="7D4D886D" w:rsidR="00316A6C" w:rsidRPr="009A51AE" w:rsidRDefault="00316A6C" w:rsidP="00316A6C">
      <w:pPr>
        <w:rPr>
          <w:b/>
        </w:rPr>
      </w:pPr>
      <w:r w:rsidRPr="009A51AE">
        <w:rPr>
          <w:b/>
        </w:rPr>
        <w:t>y =a</w:t>
      </w:r>
      <w:r>
        <w:rPr>
          <w:b/>
        </w:rPr>
        <w:t>(</w:t>
      </w:r>
      <w:r w:rsidRPr="009A51AE">
        <w:rPr>
          <w:b/>
        </w:rPr>
        <w:t>x</w:t>
      </w:r>
      <w:r>
        <w:rPr>
          <w:b/>
        </w:rPr>
        <w:t>+b)</w:t>
      </w:r>
      <w:r w:rsidRPr="009A51AE">
        <w:rPr>
          <w:b/>
          <w:vertAlign w:val="superscript"/>
        </w:rPr>
        <w:t>2</w:t>
      </w:r>
      <w:r w:rsidRPr="009A51AE">
        <w:rPr>
          <w:b/>
        </w:rPr>
        <w:t xml:space="preserve"> + c</w:t>
      </w:r>
    </w:p>
    <w:p w14:paraId="40F198E8" w14:textId="77777777" w:rsidR="009A51AE" w:rsidRPr="009A51AE" w:rsidRDefault="009A51AE" w:rsidP="009A51A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1638"/>
        <w:gridCol w:w="1513"/>
        <w:gridCol w:w="1477"/>
        <w:gridCol w:w="1779"/>
        <w:gridCol w:w="1327"/>
        <w:gridCol w:w="1327"/>
      </w:tblGrid>
      <w:tr w:rsidR="00132027" w:rsidRPr="009A51AE" w14:paraId="020049A8" w14:textId="420B722F" w:rsidTr="00316A6C">
        <w:tc>
          <w:tcPr>
            <w:tcW w:w="1729" w:type="dxa"/>
            <w:shd w:val="clear" w:color="auto" w:fill="auto"/>
          </w:tcPr>
          <w:p w14:paraId="0F83C51D" w14:textId="3DFC3A87" w:rsidR="00316A6C" w:rsidRPr="009A51AE" w:rsidRDefault="00132027" w:rsidP="00EB196E">
            <w:pPr>
              <w:spacing w:line="360" w:lineRule="auto"/>
              <w:jc w:val="center"/>
            </w:pPr>
            <w:r>
              <w:rPr>
                <w:b/>
              </w:rPr>
              <w:t xml:space="preserve"> Horizontal </w:t>
            </w:r>
            <w:r w:rsidR="00316A6C" w:rsidRPr="00EB196E">
              <w:rPr>
                <w:b/>
              </w:rPr>
              <w:t xml:space="preserve">Stretch </w:t>
            </w:r>
            <w:r w:rsidR="00316A6C" w:rsidRPr="009A51AE">
              <w:t>(narrow)</w:t>
            </w:r>
          </w:p>
          <w:p w14:paraId="4D2DB24A" w14:textId="701D8101" w:rsidR="00316A6C" w:rsidRPr="00A7407E" w:rsidRDefault="00316A6C" w:rsidP="00EB196E">
            <w:pPr>
              <w:spacing w:line="360" w:lineRule="auto"/>
              <w:jc w:val="center"/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Calibr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</w:rPr>
                      <m:t>a</m:t>
                    </m:r>
                  </m:e>
                </m:d>
                <m:r>
                  <w:rPr>
                    <w:rFonts w:ascii="Cambria Math" w:hAnsi="Cambria Math" w:cs="Calibri"/>
                  </w:rPr>
                  <m:t>&gt;1</m:t>
                </m:r>
              </m:oMath>
            </m:oMathPara>
          </w:p>
          <w:p w14:paraId="6D1DA908" w14:textId="77777777" w:rsidR="00316A6C" w:rsidRPr="00EB196E" w:rsidRDefault="00316A6C" w:rsidP="00EB196E">
            <w:pPr>
              <w:jc w:val="center"/>
              <w:rPr>
                <w:b/>
              </w:rPr>
            </w:pPr>
          </w:p>
          <w:p w14:paraId="25EA842E" w14:textId="77777777" w:rsidR="00316A6C" w:rsidRPr="00EB196E" w:rsidRDefault="00316A6C" w:rsidP="00EB196E">
            <w:pPr>
              <w:jc w:val="center"/>
              <w:rPr>
                <w:b/>
              </w:rPr>
            </w:pPr>
          </w:p>
        </w:tc>
        <w:tc>
          <w:tcPr>
            <w:tcW w:w="1638" w:type="dxa"/>
            <w:shd w:val="clear" w:color="auto" w:fill="auto"/>
          </w:tcPr>
          <w:p w14:paraId="30DD9E52" w14:textId="105E2589" w:rsidR="00316A6C" w:rsidRPr="00EB196E" w:rsidRDefault="00132027" w:rsidP="00EB196E">
            <w:pPr>
              <w:jc w:val="center"/>
              <w:rPr>
                <w:b/>
              </w:rPr>
            </w:pPr>
            <w:r>
              <w:rPr>
                <w:b/>
              </w:rPr>
              <w:t xml:space="preserve">Horizontal </w:t>
            </w:r>
            <w:r w:rsidR="00316A6C" w:rsidRPr="00EB196E">
              <w:rPr>
                <w:b/>
              </w:rPr>
              <w:t xml:space="preserve">Shrink </w:t>
            </w:r>
            <w:r w:rsidR="00316A6C" w:rsidRPr="009A51AE">
              <w:t>(wide)</w:t>
            </w:r>
          </w:p>
          <w:p w14:paraId="49BA499B" w14:textId="77777777" w:rsidR="00316A6C" w:rsidRPr="00EB196E" w:rsidRDefault="00316A6C" w:rsidP="00316A6C">
            <w:pPr>
              <w:rPr>
                <w:b/>
              </w:rPr>
            </w:pPr>
          </w:p>
        </w:tc>
        <w:tc>
          <w:tcPr>
            <w:tcW w:w="1513" w:type="dxa"/>
            <w:shd w:val="clear" w:color="auto" w:fill="auto"/>
          </w:tcPr>
          <w:p w14:paraId="0AA6A930" w14:textId="77777777" w:rsidR="00316A6C" w:rsidRPr="00EB196E" w:rsidRDefault="00316A6C" w:rsidP="00EB196E">
            <w:pPr>
              <w:jc w:val="center"/>
              <w:rPr>
                <w:b/>
              </w:rPr>
            </w:pPr>
            <w:r w:rsidRPr="00EB196E">
              <w:rPr>
                <w:b/>
              </w:rPr>
              <w:t>Shift up</w:t>
            </w:r>
          </w:p>
          <w:p w14:paraId="36B53CCD" w14:textId="77777777" w:rsidR="00316A6C" w:rsidRPr="00EB196E" w:rsidRDefault="00316A6C" w:rsidP="00EB196E">
            <w:pPr>
              <w:jc w:val="center"/>
              <w:rPr>
                <w:b/>
              </w:rPr>
            </w:pPr>
          </w:p>
          <w:p w14:paraId="61EA5E4F" w14:textId="32F11614" w:rsidR="00316A6C" w:rsidRPr="00A7407E" w:rsidRDefault="00316A6C" w:rsidP="00EB196E">
            <w:pPr>
              <w:spacing w:line="360" w:lineRule="auto"/>
              <w:jc w:val="center"/>
            </w:pPr>
          </w:p>
          <w:p w14:paraId="7730F4BB" w14:textId="77777777" w:rsidR="00316A6C" w:rsidRPr="00EB196E" w:rsidRDefault="00316A6C" w:rsidP="00EB196E">
            <w:pPr>
              <w:jc w:val="center"/>
              <w:rPr>
                <w:b/>
              </w:rPr>
            </w:pPr>
          </w:p>
          <w:p w14:paraId="2C29A9B0" w14:textId="77777777" w:rsidR="00316A6C" w:rsidRPr="00EB196E" w:rsidRDefault="00316A6C" w:rsidP="00EB196E">
            <w:pPr>
              <w:jc w:val="center"/>
              <w:rPr>
                <w:b/>
              </w:rPr>
            </w:pPr>
          </w:p>
          <w:p w14:paraId="555F933D" w14:textId="77777777" w:rsidR="00316A6C" w:rsidRPr="00EB196E" w:rsidRDefault="00316A6C" w:rsidP="00EB196E">
            <w:pPr>
              <w:jc w:val="center"/>
              <w:rPr>
                <w:b/>
              </w:rPr>
            </w:pPr>
          </w:p>
        </w:tc>
        <w:tc>
          <w:tcPr>
            <w:tcW w:w="1477" w:type="dxa"/>
            <w:shd w:val="clear" w:color="auto" w:fill="auto"/>
          </w:tcPr>
          <w:p w14:paraId="4EA05DE1" w14:textId="77777777" w:rsidR="00316A6C" w:rsidRPr="00EB196E" w:rsidRDefault="00316A6C" w:rsidP="00EB196E">
            <w:pPr>
              <w:jc w:val="center"/>
              <w:rPr>
                <w:b/>
              </w:rPr>
            </w:pPr>
            <w:r w:rsidRPr="00EB196E">
              <w:rPr>
                <w:b/>
              </w:rPr>
              <w:t>Shift down</w:t>
            </w:r>
          </w:p>
          <w:p w14:paraId="793E6EF4" w14:textId="77777777" w:rsidR="00316A6C" w:rsidRPr="00EB196E" w:rsidRDefault="00316A6C" w:rsidP="00EB196E">
            <w:pPr>
              <w:jc w:val="center"/>
              <w:rPr>
                <w:b/>
              </w:rPr>
            </w:pPr>
          </w:p>
          <w:p w14:paraId="6B338E42" w14:textId="12ABB53D" w:rsidR="00316A6C" w:rsidRPr="00A7407E" w:rsidRDefault="00316A6C" w:rsidP="00EB196E">
            <w:pPr>
              <w:spacing w:line="360" w:lineRule="auto"/>
              <w:jc w:val="center"/>
            </w:pPr>
          </w:p>
          <w:p w14:paraId="33E5717D" w14:textId="77777777" w:rsidR="00316A6C" w:rsidRPr="00EB196E" w:rsidRDefault="00316A6C" w:rsidP="00EB196E">
            <w:pPr>
              <w:jc w:val="center"/>
              <w:rPr>
                <w:b/>
              </w:rPr>
            </w:pPr>
          </w:p>
        </w:tc>
        <w:tc>
          <w:tcPr>
            <w:tcW w:w="1779" w:type="dxa"/>
            <w:shd w:val="clear" w:color="auto" w:fill="auto"/>
          </w:tcPr>
          <w:p w14:paraId="6CB8A0DE" w14:textId="099F613C" w:rsidR="00316A6C" w:rsidRPr="00A7407E" w:rsidRDefault="00316A6C" w:rsidP="00EB196E">
            <w:pPr>
              <w:jc w:val="center"/>
              <w:rPr>
                <w:b/>
              </w:rPr>
            </w:pPr>
            <w:r>
              <w:rPr>
                <w:b/>
              </w:rPr>
              <w:t>Shift left</w:t>
            </w:r>
          </w:p>
        </w:tc>
        <w:tc>
          <w:tcPr>
            <w:tcW w:w="1327" w:type="dxa"/>
          </w:tcPr>
          <w:p w14:paraId="4DEEACAD" w14:textId="4261DEB0" w:rsidR="00316A6C" w:rsidRPr="00EB196E" w:rsidRDefault="00316A6C" w:rsidP="00EB196E">
            <w:pPr>
              <w:jc w:val="center"/>
              <w:rPr>
                <w:b/>
              </w:rPr>
            </w:pPr>
            <w:r>
              <w:rPr>
                <w:b/>
              </w:rPr>
              <w:t>Shift right</w:t>
            </w:r>
          </w:p>
        </w:tc>
        <w:tc>
          <w:tcPr>
            <w:tcW w:w="1327" w:type="dxa"/>
          </w:tcPr>
          <w:p w14:paraId="3EBB826F" w14:textId="77777777" w:rsidR="00316A6C" w:rsidRPr="009A51AE" w:rsidRDefault="00316A6C" w:rsidP="00316A6C">
            <w:pPr>
              <w:jc w:val="center"/>
            </w:pPr>
            <w:r w:rsidRPr="00EB196E">
              <w:rPr>
                <w:b/>
              </w:rPr>
              <w:t xml:space="preserve">Reflection </w:t>
            </w:r>
            <w:r w:rsidRPr="009A51AE">
              <w:t>(sad face)</w:t>
            </w:r>
          </w:p>
          <w:p w14:paraId="3A87A408" w14:textId="77777777" w:rsidR="00316A6C" w:rsidRPr="00EB196E" w:rsidRDefault="00316A6C" w:rsidP="00316A6C">
            <w:pPr>
              <w:jc w:val="center"/>
              <w:rPr>
                <w:b/>
              </w:rPr>
            </w:pPr>
          </w:p>
          <w:p w14:paraId="4C284FD0" w14:textId="00AC9A3B" w:rsidR="00316A6C" w:rsidRPr="00EB196E" w:rsidRDefault="00316A6C" w:rsidP="00316A6C">
            <w:pPr>
              <w:jc w:val="center"/>
              <w:rPr>
                <w:b/>
              </w:rPr>
            </w:pPr>
            <m:oMathPara>
              <m:oMath>
                <m:r>
                  <w:rPr>
                    <w:rFonts w:ascii="Cambria Math" w:hAnsi="Cambria Math"/>
                  </w:rPr>
                  <m:t>a&lt;0</m:t>
                </m:r>
              </m:oMath>
            </m:oMathPara>
          </w:p>
        </w:tc>
      </w:tr>
    </w:tbl>
    <w:p w14:paraId="60165FD0" w14:textId="77777777" w:rsidR="009A51AE" w:rsidRPr="009A51AE" w:rsidRDefault="009A51AE" w:rsidP="0008566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3"/>
        <w:gridCol w:w="5387"/>
      </w:tblGrid>
      <w:tr w:rsidR="009A51AE" w:rsidRPr="009A51AE" w14:paraId="43E1822D" w14:textId="77777777" w:rsidTr="00EB196E">
        <w:tc>
          <w:tcPr>
            <w:tcW w:w="5508" w:type="dxa"/>
            <w:shd w:val="clear" w:color="auto" w:fill="auto"/>
          </w:tcPr>
          <w:p w14:paraId="556687BB" w14:textId="51D75513" w:rsidR="009A51AE" w:rsidRPr="009A51AE" w:rsidRDefault="009A51AE" w:rsidP="00EB196E">
            <w:pPr>
              <w:pStyle w:val="Header"/>
            </w:pPr>
            <w:r w:rsidRPr="00EB196E">
              <w:rPr>
                <w:lang w:val="en-US"/>
              </w:rPr>
              <w:t xml:space="preserve">1) </w:t>
            </w:r>
            <w:r w:rsidRPr="009A51AE">
              <w:t xml:space="preserve"> Which multiple choice option describes the correct transformation to the parent graph (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Pr="009A51AE">
              <w:t>)?</w:t>
            </w:r>
            <w:r w:rsidRPr="00EB196E">
              <w:rPr>
                <w:lang w:val="en-US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y=-7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5971E141" w14:textId="77777777" w:rsidR="009A51AE" w:rsidRPr="009A51AE" w:rsidRDefault="009A51AE" w:rsidP="00EB196E">
            <w:pPr>
              <w:pStyle w:val="Header"/>
            </w:pPr>
          </w:p>
          <w:p w14:paraId="00DB7008" w14:textId="77777777" w:rsidR="009A51AE" w:rsidRPr="009A51AE" w:rsidRDefault="009A51AE" w:rsidP="00EB196E">
            <w:pPr>
              <w:pStyle w:val="Header"/>
            </w:pPr>
            <w:r w:rsidRPr="009A51AE">
              <w:t>A. Shrink and shift down 1 units</w:t>
            </w:r>
          </w:p>
          <w:p w14:paraId="7D658838" w14:textId="77777777" w:rsidR="009A51AE" w:rsidRPr="009A51AE" w:rsidRDefault="009A51AE" w:rsidP="00EB196E">
            <w:pPr>
              <w:pStyle w:val="Header"/>
            </w:pPr>
            <w:r w:rsidRPr="009A51AE">
              <w:t>B. Stretch and shift down 3 units</w:t>
            </w:r>
          </w:p>
          <w:p w14:paraId="3B27B7B8" w14:textId="77777777" w:rsidR="009A51AE" w:rsidRPr="009A51AE" w:rsidRDefault="009A51AE" w:rsidP="00EB196E">
            <w:pPr>
              <w:pStyle w:val="Header"/>
            </w:pPr>
            <w:r w:rsidRPr="009A51AE">
              <w:t>C. Stretch and reflection across the x-axis</w:t>
            </w:r>
          </w:p>
          <w:p w14:paraId="7DBFD818" w14:textId="77777777" w:rsidR="009A51AE" w:rsidRPr="009A51AE" w:rsidRDefault="009A51AE" w:rsidP="00EB196E">
            <w:pPr>
              <w:pStyle w:val="Header"/>
            </w:pPr>
            <w:r w:rsidRPr="009A51AE">
              <w:t xml:space="preserve">D. Shrink, shift down 3 units, and reflection </w:t>
            </w:r>
          </w:p>
          <w:p w14:paraId="43D21125" w14:textId="77777777" w:rsidR="009A51AE" w:rsidRPr="009A51AE" w:rsidRDefault="009A51AE" w:rsidP="00EB196E">
            <w:pPr>
              <w:pStyle w:val="Header"/>
            </w:pPr>
            <w:r w:rsidRPr="009A51AE">
              <w:t xml:space="preserve">    across the x-axis</w:t>
            </w:r>
          </w:p>
          <w:p w14:paraId="6CE89F2A" w14:textId="77777777" w:rsidR="009A51AE" w:rsidRPr="00EB196E" w:rsidRDefault="009A51AE" w:rsidP="00EB196E">
            <w:pPr>
              <w:pStyle w:val="Header"/>
              <w:rPr>
                <w:lang w:val="en-US"/>
              </w:rPr>
            </w:pPr>
            <w:r w:rsidRPr="009A51AE">
              <w:t>E. Shrink and reflection across the x-axis</w:t>
            </w:r>
          </w:p>
          <w:p w14:paraId="332F0F96" w14:textId="77777777" w:rsidR="009A51AE" w:rsidRPr="00EB196E" w:rsidRDefault="009A51AE" w:rsidP="00EB196E">
            <w:pPr>
              <w:pStyle w:val="Header"/>
              <w:rPr>
                <w:lang w:val="en-US"/>
              </w:rPr>
            </w:pPr>
          </w:p>
        </w:tc>
        <w:tc>
          <w:tcPr>
            <w:tcW w:w="5508" w:type="dxa"/>
            <w:shd w:val="clear" w:color="auto" w:fill="auto"/>
          </w:tcPr>
          <w:p w14:paraId="2F75B4C0" w14:textId="77777777" w:rsidR="009A51AE" w:rsidRPr="009A51AE" w:rsidRDefault="009A51AE" w:rsidP="00EB196E">
            <w:r w:rsidRPr="009A51AE">
              <w:t>2) How would the graph of the function y = 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+ 4 affected if the function were changed to y = 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– 3?</w:t>
            </w:r>
          </w:p>
          <w:p w14:paraId="51A3F99F" w14:textId="77777777" w:rsidR="009A51AE" w:rsidRDefault="009A51AE" w:rsidP="00EB196E"/>
          <w:p w14:paraId="1AAC3ABB" w14:textId="77777777" w:rsidR="009A51AE" w:rsidRDefault="009A51AE" w:rsidP="00EB196E"/>
          <w:p w14:paraId="5C55D5F9" w14:textId="77777777" w:rsidR="009A51AE" w:rsidRPr="009A51AE" w:rsidRDefault="009A51AE" w:rsidP="00EB196E"/>
          <w:p w14:paraId="63FE9A94" w14:textId="77777777" w:rsidR="009A51AE" w:rsidRPr="009A51AE" w:rsidRDefault="009A51AE" w:rsidP="00EB196E">
            <w:r w:rsidRPr="009A51AE">
              <w:t>A. The graph would shift 4 units up.</w:t>
            </w:r>
          </w:p>
          <w:p w14:paraId="397D19E6" w14:textId="77777777" w:rsidR="009A51AE" w:rsidRPr="009A51AE" w:rsidRDefault="009A51AE" w:rsidP="00EB196E">
            <w:r w:rsidRPr="009A51AE">
              <w:t>B. The graph would shift 3 units down.</w:t>
            </w:r>
          </w:p>
          <w:p w14:paraId="0F57693F" w14:textId="77777777" w:rsidR="009A51AE" w:rsidRPr="009A51AE" w:rsidRDefault="009A51AE" w:rsidP="00EB196E">
            <w:r w:rsidRPr="009A51AE">
              <w:t>C. The graph would shift 7 units down.</w:t>
            </w:r>
          </w:p>
          <w:p w14:paraId="276D3D73" w14:textId="77777777" w:rsidR="009A51AE" w:rsidRPr="009A51AE" w:rsidRDefault="009A51AE" w:rsidP="00EB196E">
            <w:r w:rsidRPr="009A51AE">
              <w:t>D. The graph would shift 4 units to the right.</w:t>
            </w:r>
          </w:p>
          <w:p w14:paraId="24DB3B06" w14:textId="77777777" w:rsidR="009A51AE" w:rsidRPr="009A51AE" w:rsidRDefault="009A51AE" w:rsidP="00EB196E">
            <w:r w:rsidRPr="009A51AE">
              <w:t>E. The graph would shift 4 units down.</w:t>
            </w:r>
          </w:p>
          <w:p w14:paraId="09740B48" w14:textId="77777777" w:rsidR="009A51AE" w:rsidRPr="009A51AE" w:rsidRDefault="009A51AE" w:rsidP="009A51AE"/>
        </w:tc>
      </w:tr>
      <w:tr w:rsidR="009A51AE" w:rsidRPr="009A51AE" w14:paraId="451D6D96" w14:textId="77777777" w:rsidTr="00EB196E">
        <w:tc>
          <w:tcPr>
            <w:tcW w:w="5508" w:type="dxa"/>
            <w:shd w:val="clear" w:color="auto" w:fill="auto"/>
          </w:tcPr>
          <w:p w14:paraId="3D4BDAF4" w14:textId="77777777" w:rsidR="009A51AE" w:rsidRPr="009A51AE" w:rsidRDefault="009A51AE" w:rsidP="00EB196E">
            <w:r w:rsidRPr="009A51AE">
              <w:t>3) Describe the transformation of y = 5x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– 4 to the parent function?</w:t>
            </w:r>
          </w:p>
          <w:p w14:paraId="793D3AC5" w14:textId="77777777" w:rsidR="009A51AE" w:rsidRPr="009A51AE" w:rsidRDefault="009A51AE" w:rsidP="00EB196E">
            <w:pPr>
              <w:pStyle w:val="Header"/>
            </w:pPr>
          </w:p>
          <w:p w14:paraId="3D049D64" w14:textId="77777777" w:rsidR="009A51AE" w:rsidRPr="009A51AE" w:rsidRDefault="009A51AE" w:rsidP="00EB196E">
            <w:pPr>
              <w:pStyle w:val="Header"/>
            </w:pPr>
          </w:p>
        </w:tc>
        <w:tc>
          <w:tcPr>
            <w:tcW w:w="5508" w:type="dxa"/>
            <w:shd w:val="clear" w:color="auto" w:fill="auto"/>
          </w:tcPr>
          <w:p w14:paraId="7516C8B0" w14:textId="77777777" w:rsidR="009A51AE" w:rsidRPr="009A51AE" w:rsidRDefault="009A51AE" w:rsidP="00EB196E">
            <w:r w:rsidRPr="009A51AE">
              <w:t xml:space="preserve">4) How would the graph of the function </w:t>
            </w:r>
          </w:p>
          <w:p w14:paraId="061DED18" w14:textId="77777777" w:rsidR="009A51AE" w:rsidRPr="009A51AE" w:rsidRDefault="009A51AE" w:rsidP="00EB196E">
            <w:r w:rsidRPr="009A51AE">
              <w:t>y = 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-2 affected if the function were changed to y = 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+ 4?</w:t>
            </w:r>
          </w:p>
        </w:tc>
      </w:tr>
    </w:tbl>
    <w:p w14:paraId="58685C49" w14:textId="77777777" w:rsidR="009A51AE" w:rsidRDefault="009A51AE" w:rsidP="009A51AE">
      <w:pPr>
        <w:rPr>
          <w:b/>
        </w:rPr>
      </w:pPr>
    </w:p>
    <w:p w14:paraId="36A943D9" w14:textId="77777777" w:rsidR="009A51AE" w:rsidRPr="009A51AE" w:rsidRDefault="009A51AE" w:rsidP="009A51A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3"/>
        <w:gridCol w:w="5387"/>
      </w:tblGrid>
      <w:tr w:rsidR="009A51AE" w:rsidRPr="009A51AE" w14:paraId="6AD275FB" w14:textId="77777777" w:rsidTr="00EB196E">
        <w:tc>
          <w:tcPr>
            <w:tcW w:w="5508" w:type="dxa"/>
            <w:shd w:val="clear" w:color="auto" w:fill="auto"/>
          </w:tcPr>
          <w:p w14:paraId="169CA1D1" w14:textId="4301E877" w:rsidR="009A51AE" w:rsidRPr="009A51AE" w:rsidRDefault="009A51AE" w:rsidP="00EB196E">
            <w:pPr>
              <w:pStyle w:val="Header"/>
              <w:tabs>
                <w:tab w:val="clear" w:pos="4320"/>
                <w:tab w:val="clear" w:pos="8640"/>
                <w:tab w:val="center" w:pos="4680"/>
                <w:tab w:val="right" w:pos="9360"/>
              </w:tabs>
            </w:pPr>
            <w:r w:rsidRPr="00EB196E">
              <w:rPr>
                <w:lang w:val="en-US"/>
              </w:rPr>
              <w:t xml:space="preserve">5) </w:t>
            </w:r>
            <w:r w:rsidRPr="009A51AE">
              <w:t>Which multiple choice option describes the correct transformation to the parent graph (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Pr="009A51AE">
              <w:t>)?</w:t>
            </w:r>
          </w:p>
          <w:p w14:paraId="11F89B6E" w14:textId="41FE94A4" w:rsidR="009A51AE" w:rsidRPr="00A7407E" w:rsidRDefault="00A7407E" w:rsidP="00EB196E">
            <w:pPr>
              <w:pStyle w:val="Head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Calibri"/>
                  </w:rPr>
                  <m:t>y=-8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Calibri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Calibri"/>
                  </w:rPr>
                  <m:t>+5</m:t>
                </m:r>
              </m:oMath>
            </m:oMathPara>
          </w:p>
          <w:p w14:paraId="096F8FE6" w14:textId="77777777" w:rsidR="009A51AE" w:rsidRPr="00EB196E" w:rsidRDefault="009A51AE" w:rsidP="00EB196E">
            <w:pPr>
              <w:pStyle w:val="Header"/>
              <w:rPr>
                <w:lang w:val="en-US"/>
              </w:rPr>
            </w:pPr>
          </w:p>
          <w:p w14:paraId="17F0223B" w14:textId="77777777" w:rsidR="00560210" w:rsidRPr="00EB196E" w:rsidRDefault="00560210" w:rsidP="00EB196E">
            <w:pPr>
              <w:pStyle w:val="Header"/>
              <w:rPr>
                <w:lang w:val="en-US"/>
              </w:rPr>
            </w:pPr>
          </w:p>
          <w:p w14:paraId="725DE355" w14:textId="77777777" w:rsidR="00560210" w:rsidRPr="00EB196E" w:rsidRDefault="00560210" w:rsidP="00EB196E">
            <w:pPr>
              <w:pStyle w:val="Header"/>
              <w:rPr>
                <w:lang w:val="en-US"/>
              </w:rPr>
            </w:pPr>
          </w:p>
          <w:p w14:paraId="16E73309" w14:textId="77777777" w:rsidR="009A51AE" w:rsidRPr="009A51AE" w:rsidRDefault="009A51AE" w:rsidP="00EB196E">
            <w:pPr>
              <w:pStyle w:val="Header"/>
            </w:pPr>
            <w:r w:rsidRPr="009A51AE">
              <w:t>A. Shrink and shift up 5 units</w:t>
            </w:r>
          </w:p>
          <w:p w14:paraId="3E9D9D30" w14:textId="77777777" w:rsidR="009A51AE" w:rsidRPr="009A51AE" w:rsidRDefault="009A51AE" w:rsidP="00EB196E">
            <w:pPr>
              <w:pStyle w:val="Header"/>
            </w:pPr>
            <w:r w:rsidRPr="009A51AE">
              <w:t>B. Stretch and shift up 5 units</w:t>
            </w:r>
          </w:p>
          <w:p w14:paraId="3FA407C4" w14:textId="77777777" w:rsidR="009A51AE" w:rsidRPr="009A51AE" w:rsidRDefault="009A51AE" w:rsidP="00EB196E">
            <w:pPr>
              <w:pStyle w:val="Header"/>
            </w:pPr>
            <w:r w:rsidRPr="009A51AE">
              <w:t>C. Stretch and reflection across the x-axis</w:t>
            </w:r>
          </w:p>
          <w:p w14:paraId="12CAAF11" w14:textId="77777777" w:rsidR="009A51AE" w:rsidRPr="009A51AE" w:rsidRDefault="009A51AE" w:rsidP="00EB196E">
            <w:pPr>
              <w:pStyle w:val="Header"/>
            </w:pPr>
            <w:r w:rsidRPr="009A51AE">
              <w:t xml:space="preserve">D. Shrink, shift up 5 units, and reflection </w:t>
            </w:r>
          </w:p>
          <w:p w14:paraId="04AACFE2" w14:textId="77777777" w:rsidR="009A51AE" w:rsidRPr="009A51AE" w:rsidRDefault="009A51AE" w:rsidP="00EB196E">
            <w:pPr>
              <w:pStyle w:val="Header"/>
            </w:pPr>
            <w:r w:rsidRPr="009A51AE">
              <w:t xml:space="preserve">    across the x-axis</w:t>
            </w:r>
          </w:p>
          <w:p w14:paraId="27F5C720" w14:textId="77777777" w:rsidR="009A51AE" w:rsidRPr="009A51AE" w:rsidRDefault="009A51AE" w:rsidP="00EB196E">
            <w:pPr>
              <w:pStyle w:val="Header"/>
            </w:pPr>
            <w:r w:rsidRPr="009A51AE">
              <w:t>E. Stretch, shift up 5 units, and reflection across the x-axis</w:t>
            </w:r>
          </w:p>
        </w:tc>
        <w:tc>
          <w:tcPr>
            <w:tcW w:w="5508" w:type="dxa"/>
            <w:shd w:val="clear" w:color="auto" w:fill="auto"/>
          </w:tcPr>
          <w:p w14:paraId="1AE4EF0B" w14:textId="77777777" w:rsidR="009A51AE" w:rsidRPr="009A51AE" w:rsidRDefault="009A51AE" w:rsidP="00EB196E">
            <w:r w:rsidRPr="009A51AE">
              <w:t>6) How would the graph of the function y = x</w:t>
            </w:r>
            <w:r w:rsidRPr="00EB196E">
              <w:rPr>
                <w:vertAlign w:val="superscript"/>
              </w:rPr>
              <w:t>2</w:t>
            </w:r>
            <w:r w:rsidRPr="009A51AE">
              <w:t xml:space="preserve"> – 2 affected if the function were changed to y = 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+ 1?</w:t>
            </w:r>
          </w:p>
          <w:p w14:paraId="5BB3395C" w14:textId="77777777" w:rsidR="009A51AE" w:rsidRDefault="009A51AE" w:rsidP="00EB196E"/>
          <w:p w14:paraId="05AC5964" w14:textId="77777777" w:rsidR="009A51AE" w:rsidRDefault="009A51AE" w:rsidP="00EB196E"/>
          <w:p w14:paraId="3FEDF212" w14:textId="77777777" w:rsidR="009A51AE" w:rsidRDefault="009A51AE" w:rsidP="00EB196E"/>
          <w:p w14:paraId="266C84D7" w14:textId="77777777" w:rsidR="00560210" w:rsidRPr="009A51AE" w:rsidRDefault="00560210" w:rsidP="00EB196E"/>
          <w:p w14:paraId="2C30FFF4" w14:textId="77777777" w:rsidR="009A51AE" w:rsidRPr="009A51AE" w:rsidRDefault="009A51AE" w:rsidP="00EB196E">
            <w:r w:rsidRPr="009A51AE">
              <w:t>A. The graph would shift 1 unit up.</w:t>
            </w:r>
          </w:p>
          <w:p w14:paraId="6ED7F0EE" w14:textId="77777777" w:rsidR="009A51AE" w:rsidRPr="009A51AE" w:rsidRDefault="009A51AE" w:rsidP="00EB196E">
            <w:r w:rsidRPr="009A51AE">
              <w:t>B. The graph would shift 2 units down.</w:t>
            </w:r>
          </w:p>
          <w:p w14:paraId="6D42CAA0" w14:textId="77777777" w:rsidR="009A51AE" w:rsidRPr="009A51AE" w:rsidRDefault="009A51AE" w:rsidP="00EB196E">
            <w:r w:rsidRPr="009A51AE">
              <w:t>C. The graph would shift 3 units down.</w:t>
            </w:r>
          </w:p>
          <w:p w14:paraId="3664592E" w14:textId="77777777" w:rsidR="009A51AE" w:rsidRPr="009A51AE" w:rsidRDefault="009A51AE" w:rsidP="00EB196E">
            <w:r w:rsidRPr="009A51AE">
              <w:t>D. The graph would shift 3 units to the right.</w:t>
            </w:r>
          </w:p>
          <w:p w14:paraId="42BE19B2" w14:textId="77777777" w:rsidR="009A51AE" w:rsidRPr="009A51AE" w:rsidRDefault="009A51AE" w:rsidP="00EB196E">
            <w:r w:rsidRPr="009A51AE">
              <w:t>E. The graph would shift 3 units up.</w:t>
            </w:r>
          </w:p>
          <w:p w14:paraId="11EC8F4B" w14:textId="77777777" w:rsidR="009A51AE" w:rsidRPr="009A51AE" w:rsidRDefault="009A51AE" w:rsidP="00EB196E">
            <w:pPr>
              <w:jc w:val="right"/>
            </w:pPr>
          </w:p>
          <w:p w14:paraId="3B41EA9E" w14:textId="77777777" w:rsidR="009A51AE" w:rsidRPr="009A51AE" w:rsidRDefault="009A51AE" w:rsidP="00EB196E">
            <w:pPr>
              <w:jc w:val="right"/>
            </w:pPr>
          </w:p>
        </w:tc>
      </w:tr>
      <w:tr w:rsidR="009A51AE" w:rsidRPr="009A51AE" w14:paraId="4ED320F3" w14:textId="77777777" w:rsidTr="00EB196E">
        <w:tc>
          <w:tcPr>
            <w:tcW w:w="5508" w:type="dxa"/>
            <w:shd w:val="clear" w:color="auto" w:fill="auto"/>
          </w:tcPr>
          <w:p w14:paraId="5F4879C5" w14:textId="21EC9BC7" w:rsidR="009A51AE" w:rsidRPr="00EB196E" w:rsidRDefault="009A51AE" w:rsidP="00B342E9">
            <w:r w:rsidRPr="009A51AE">
              <w:t>7) Describe the transformation of y = -x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+ 7 to the parent function?</w:t>
            </w:r>
            <w:r w:rsidR="00B342E9" w:rsidRPr="00EB196E">
              <w:t xml:space="preserve"> </w:t>
            </w:r>
          </w:p>
        </w:tc>
        <w:tc>
          <w:tcPr>
            <w:tcW w:w="5508" w:type="dxa"/>
            <w:shd w:val="clear" w:color="auto" w:fill="auto"/>
          </w:tcPr>
          <w:p w14:paraId="7A746017" w14:textId="77777777" w:rsidR="009A51AE" w:rsidRPr="009A51AE" w:rsidRDefault="009A51AE" w:rsidP="00EB196E">
            <w:r w:rsidRPr="009A51AE">
              <w:t xml:space="preserve">8) How would the graph of the function </w:t>
            </w:r>
          </w:p>
          <w:p w14:paraId="10A2C102" w14:textId="1F8466BC" w:rsidR="009A51AE" w:rsidRPr="009A51AE" w:rsidRDefault="009A51AE" w:rsidP="00B342E9">
            <w:r w:rsidRPr="009A51AE">
              <w:t>y = 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+ 2 affected if the function were changed to y = x</w:t>
            </w:r>
            <w:r w:rsidRPr="00EB196E">
              <w:rPr>
                <w:vertAlign w:val="superscript"/>
              </w:rPr>
              <w:t>2</w:t>
            </w:r>
            <w:r w:rsidRPr="009A51AE">
              <w:t xml:space="preserve"> – 5?</w:t>
            </w:r>
            <w:r w:rsidR="00B342E9" w:rsidRPr="009A51AE">
              <w:t xml:space="preserve"> </w:t>
            </w:r>
          </w:p>
        </w:tc>
      </w:tr>
      <w:tr w:rsidR="009A51AE" w:rsidRPr="009A51AE" w14:paraId="7B02A783" w14:textId="77777777" w:rsidTr="00EB196E">
        <w:tc>
          <w:tcPr>
            <w:tcW w:w="5508" w:type="dxa"/>
            <w:shd w:val="clear" w:color="auto" w:fill="auto"/>
          </w:tcPr>
          <w:p w14:paraId="5921C405" w14:textId="6C525188" w:rsidR="00560210" w:rsidRPr="00EB196E" w:rsidRDefault="009A51AE" w:rsidP="00B342E9">
            <w:r w:rsidRPr="009A51AE">
              <w:lastRenderedPageBreak/>
              <w:t>9) Describe the transformation of y = -2</w:t>
            </w:r>
            <w:r w:rsidR="00B342E9">
              <w:t>(</w:t>
            </w:r>
            <w:r w:rsidRPr="009A51AE">
              <w:t>x</w:t>
            </w:r>
            <w:r w:rsidR="00B342E9">
              <w:t>+3)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– 4 to the parent function?</w:t>
            </w:r>
            <w:r w:rsidR="00B342E9" w:rsidRPr="00EB196E">
              <w:t xml:space="preserve"> </w:t>
            </w:r>
          </w:p>
        </w:tc>
        <w:tc>
          <w:tcPr>
            <w:tcW w:w="5508" w:type="dxa"/>
            <w:shd w:val="clear" w:color="auto" w:fill="auto"/>
          </w:tcPr>
          <w:p w14:paraId="7F69DDB0" w14:textId="77777777" w:rsidR="009A51AE" w:rsidRPr="009A51AE" w:rsidRDefault="009A51AE" w:rsidP="00EB196E">
            <w:r w:rsidRPr="009A51AE">
              <w:t xml:space="preserve">10) How would the graph of the function </w:t>
            </w:r>
          </w:p>
          <w:p w14:paraId="1B6A9C08" w14:textId="77777777" w:rsidR="009A51AE" w:rsidRDefault="009A51AE" w:rsidP="00EB196E">
            <w:r w:rsidRPr="009A51AE">
              <w:t>y = 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 xml:space="preserve">– 6 affected if the function were changed to </w:t>
            </w:r>
          </w:p>
          <w:p w14:paraId="0AE7D5D3" w14:textId="47660968" w:rsidR="009A51AE" w:rsidRPr="009A51AE" w:rsidRDefault="009A51AE" w:rsidP="00B342E9">
            <w:r w:rsidRPr="009A51AE">
              <w:t xml:space="preserve">y = </w:t>
            </w:r>
            <w:r w:rsidR="00B342E9">
              <w:t>(</w:t>
            </w:r>
            <w:r w:rsidRPr="009A51AE">
              <w:t>x</w:t>
            </w:r>
            <w:r w:rsidR="00B342E9">
              <w:t>-2)</w:t>
            </w:r>
            <w:r w:rsidRPr="00EB196E">
              <w:rPr>
                <w:vertAlign w:val="superscript"/>
              </w:rPr>
              <w:t>2</w:t>
            </w:r>
            <w:r w:rsidRPr="009A51AE">
              <w:t>+ 2?</w:t>
            </w:r>
            <w:r w:rsidR="00B342E9" w:rsidRPr="009A51AE">
              <w:t xml:space="preserve"> </w:t>
            </w:r>
          </w:p>
        </w:tc>
      </w:tr>
      <w:tr w:rsidR="009A51AE" w:rsidRPr="009A51AE" w14:paraId="5BB6E1DF" w14:textId="77777777" w:rsidTr="00EB196E">
        <w:tc>
          <w:tcPr>
            <w:tcW w:w="5508" w:type="dxa"/>
            <w:shd w:val="clear" w:color="auto" w:fill="auto"/>
          </w:tcPr>
          <w:p w14:paraId="62BDC8E9" w14:textId="59167609" w:rsidR="009A51AE" w:rsidRPr="00EB196E" w:rsidRDefault="009A51AE" w:rsidP="00B342E9">
            <w:r w:rsidRPr="009A51AE">
              <w:t>11) Describe the transformation of y = 6x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>+ 8 to the parent function?</w:t>
            </w:r>
            <w:r w:rsidR="00B342E9" w:rsidRPr="00EB196E">
              <w:t xml:space="preserve"> </w:t>
            </w:r>
          </w:p>
        </w:tc>
        <w:tc>
          <w:tcPr>
            <w:tcW w:w="5508" w:type="dxa"/>
            <w:shd w:val="clear" w:color="auto" w:fill="auto"/>
          </w:tcPr>
          <w:p w14:paraId="25D17866" w14:textId="77777777" w:rsidR="009A51AE" w:rsidRPr="009A51AE" w:rsidRDefault="009A51AE" w:rsidP="00EB196E">
            <w:r w:rsidRPr="009A51AE">
              <w:t xml:space="preserve">12) How would the graph of the function </w:t>
            </w:r>
          </w:p>
          <w:p w14:paraId="7004AE27" w14:textId="77777777" w:rsidR="009A51AE" w:rsidRDefault="009A51AE" w:rsidP="00EB196E">
            <w:r w:rsidRPr="009A51AE">
              <w:t>y = x</w:t>
            </w:r>
            <w:r w:rsidRPr="00EB196E">
              <w:rPr>
                <w:vertAlign w:val="superscript"/>
              </w:rPr>
              <w:t xml:space="preserve">2 </w:t>
            </w:r>
            <w:r w:rsidRPr="009A51AE">
              <w:t xml:space="preserve">+ 1 affected if the function were changed to </w:t>
            </w:r>
          </w:p>
          <w:p w14:paraId="4E5987AD" w14:textId="4DBB0B57" w:rsidR="009A51AE" w:rsidRPr="009A51AE" w:rsidRDefault="009A51AE" w:rsidP="00EB196E">
            <w:r w:rsidRPr="009A51AE">
              <w:t>y = x</w:t>
            </w:r>
            <w:r w:rsidRPr="00EB196E">
              <w:rPr>
                <w:vertAlign w:val="superscript"/>
              </w:rPr>
              <w:t>2</w:t>
            </w:r>
            <w:r w:rsidRPr="009A51AE">
              <w:t>+ 5?</w:t>
            </w:r>
          </w:p>
        </w:tc>
      </w:tr>
    </w:tbl>
    <w:p w14:paraId="120402AE" w14:textId="77777777" w:rsidR="009A51AE" w:rsidRDefault="009A51AE" w:rsidP="00085661">
      <w:pPr>
        <w:rPr>
          <w:rFonts w:ascii="Calibri" w:hAnsi="Calibri"/>
        </w:rPr>
      </w:pPr>
    </w:p>
    <w:p w14:paraId="3EE77872" w14:textId="1BAEDACE" w:rsidR="009A51AE" w:rsidRPr="00E24F7B" w:rsidRDefault="009A51AE" w:rsidP="00560210">
      <w:r w:rsidRPr="00E24F7B">
        <w:rPr>
          <w:b/>
        </w:rPr>
        <w:t xml:space="preserve">Question: </w:t>
      </w:r>
      <w:r w:rsidRPr="00E24F7B">
        <w:t>How do I solve quadratic equations by graphing?</w:t>
      </w:r>
      <w:r w:rsidR="00560210" w:rsidRPr="00E24F7B">
        <w:br/>
      </w:r>
    </w:p>
    <w:p w14:paraId="51047FD6" w14:textId="77777777" w:rsidR="009A51AE" w:rsidRPr="00E24F7B" w:rsidRDefault="009A51AE" w:rsidP="009A51AE">
      <w:pPr>
        <w:spacing w:line="360" w:lineRule="auto"/>
      </w:pPr>
      <w:r w:rsidRPr="00E24F7B">
        <w:rPr>
          <w:b/>
        </w:rPr>
        <w:t xml:space="preserve">Step 1: </w:t>
      </w:r>
      <w:r w:rsidRPr="00E24F7B">
        <w:t>Write the equation in standard form: _________________________</w:t>
      </w:r>
    </w:p>
    <w:p w14:paraId="34A90717" w14:textId="77777777" w:rsidR="009A51AE" w:rsidRPr="00E24F7B" w:rsidRDefault="009A51AE" w:rsidP="009A51AE">
      <w:pPr>
        <w:spacing w:line="360" w:lineRule="auto"/>
      </w:pPr>
      <w:r w:rsidRPr="00E24F7B">
        <w:rPr>
          <w:b/>
        </w:rPr>
        <w:t xml:space="preserve">Step 2: </w:t>
      </w:r>
      <w:r w:rsidRPr="00E24F7B">
        <w:t>Graph the function (following the steps from yesterday) to determine the __ - _______________. These values are called the “_________”  or “_________” of a function, and are the solutions to the function.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7"/>
        <w:gridCol w:w="3596"/>
        <w:gridCol w:w="3597"/>
      </w:tblGrid>
      <w:tr w:rsidR="009A51AE" w:rsidRPr="00E24F7B" w14:paraId="1CF1DDD8" w14:textId="77777777" w:rsidTr="00EB196E">
        <w:tc>
          <w:tcPr>
            <w:tcW w:w="3672" w:type="dxa"/>
          </w:tcPr>
          <w:p w14:paraId="5381C8BC" w14:textId="4C84C752" w:rsidR="00E24F7B" w:rsidRDefault="00A7407E" w:rsidP="00EB196E">
            <w:pPr>
              <w:spacing w:line="360" w:lineRule="auto"/>
            </w:pPr>
            <w:r w:rsidRPr="00E24F7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24C3EFD9" wp14:editId="72EEC191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485775</wp:posOffset>
                      </wp:positionV>
                      <wp:extent cx="909955" cy="1031240"/>
                      <wp:effectExtent l="17145" t="15875" r="25400" b="32385"/>
                      <wp:wrapNone/>
                      <wp:docPr id="7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9955" cy="1031240"/>
                                <a:chOff x="1396" y="5042"/>
                                <a:chExt cx="1433" cy="1624"/>
                              </a:xfrm>
                            </wpg:grpSpPr>
                            <wps:wsp>
                              <wps:cNvPr id="8" name="AutoShape 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127" y="5042"/>
                                  <a:ext cx="16" cy="1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96" y="5861"/>
                                  <a:ext cx="143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BBADE0" id="Group_x0020_40" o:spid="_x0000_s1026" style="position:absolute;margin-left:70.35pt;margin-top:38.25pt;width:71.65pt;height:81.2pt;z-index:251656192" coordorigin="1396,5042" coordsize="1433,16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">
                      <v:shapetype id="_x0000_t32" coordsize="21600,21600" o:spt="32" o:oned="t" path="m0,0l21600,21600e" filled="f">
                        <v:path arrowok="t" fillok="f" o:connecttype="none"/>
                        <o:lock v:ext="edit" shapetype="t"/>
                      </v:shapetype>
                      <v:shape id="AutoShape_x0020_41" o:spid="_x0000_s1027" type="#_x0000_t32" style="position:absolute;left:2127;top:5042;width:16;height:1624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bL82b8AAADaAAAADwAAAGRycy9kb3ducmV2LnhtbERPy4rCMBTdD/gP4QruxlRBkWqUQVR0&#10;I/jCWd5p7rTF5qYksda/NwvB5eG8Z4vWVKIh50vLCgb9BARxZnXJuYLzaf09AeEDssbKMil4kofF&#10;vPM1w1TbBx+oOYZcxBD2KSooQqhTKX1WkEHftzVx5P6tMxgidLnUDh8x3FRymCRjabDk2FBgTcuC&#10;stvxbhTsNptJI6v97boejVeO/rZldvlVqtdtf6YgArXhI367t1pB3BqvxBsg5y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MbL82b8AAADaAAAADwAAAAAAAAAAAAAAAACh&#10;AgAAZHJzL2Rvd25yZXYueG1sUEsFBgAAAAAEAAQA+QAAAI0DAAAAAA==&#10;">
                        <v:stroke startarrow="block" endarrow="block"/>
                      </v:shape>
                      <v:shape id="AutoShape_x0020_42" o:spid="_x0000_s1028" type="#_x0000_t32" style="position:absolute;left:1396;top:5861;width:1433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v5ZQsMAAADaAAAADwAAAGRycy9kb3ducmV2LnhtbESPQWvCQBSE7wX/w/KE3pqNQsWmriKi&#10;Yi+CtkWPr9lnEsy+DbvbGP+9Kwgeh5n5hpnMOlOLlpyvLCsYJCkI4tzqigsFP9+rtzEIH5A11pZJ&#10;wZU8zKa9lwlm2l54R+0+FCJC2GeooAyhyaT0eUkGfWIb4uidrDMYonSF1A4vEW5qOUzTkTRYcVwo&#10;saFFSfl5/28UfK3X41bW2/Nh9T5aOvrbVPnvUanXfjf/BBGoC8/wo73RCj7gfiXeADm9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7+WULDAAAA2gAAAA8AAAAAAAAAAAAA&#10;AAAAoQIAAGRycy9kb3ducmV2LnhtbFBLBQYAAAAABAAEAPkAAACRAwAAAAA=&#10;">
                        <v:stroke startarrow="block" endarrow="block"/>
                      </v:shape>
                    </v:group>
                  </w:pict>
                </mc:Fallback>
              </mc:AlternateContent>
            </w:r>
            <w:r w:rsidR="009A51AE" w:rsidRPr="00E24F7B">
              <w:t xml:space="preserve">Quadratic Equation with TWO solutions must have ___ </w:t>
            </w:r>
          </w:p>
          <w:p w14:paraId="34FEA3CC" w14:textId="77777777" w:rsidR="009A51AE" w:rsidRPr="00E24F7B" w:rsidRDefault="009A51AE" w:rsidP="00EB196E">
            <w:pPr>
              <w:spacing w:line="360" w:lineRule="auto"/>
            </w:pPr>
            <w:r w:rsidRPr="00E24F7B">
              <w:t>x-intercepts.</w:t>
            </w:r>
          </w:p>
        </w:tc>
        <w:tc>
          <w:tcPr>
            <w:tcW w:w="3672" w:type="dxa"/>
          </w:tcPr>
          <w:p w14:paraId="27DE983C" w14:textId="77777777" w:rsidR="00E24F7B" w:rsidRDefault="009A51AE" w:rsidP="00EB196E">
            <w:pPr>
              <w:spacing w:line="360" w:lineRule="auto"/>
            </w:pPr>
            <w:r w:rsidRPr="00E24F7B">
              <w:t xml:space="preserve">Quadratic Equation with ONE solution must have ____ </w:t>
            </w:r>
          </w:p>
          <w:p w14:paraId="21830872" w14:textId="23734FFA" w:rsidR="009A51AE" w:rsidRPr="00E24F7B" w:rsidRDefault="00A7407E" w:rsidP="00EB196E">
            <w:pPr>
              <w:spacing w:line="360" w:lineRule="auto"/>
            </w:pPr>
            <w:r w:rsidRPr="00E24F7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BD50E3C" wp14:editId="5A73B1A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11430</wp:posOffset>
                      </wp:positionV>
                      <wp:extent cx="909955" cy="1031240"/>
                      <wp:effectExtent l="10160" t="11430" r="32385" b="24130"/>
                      <wp:wrapNone/>
                      <wp:docPr id="4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9955" cy="1031240"/>
                                <a:chOff x="1396" y="5042"/>
                                <a:chExt cx="1433" cy="1624"/>
                              </a:xfrm>
                            </wpg:grpSpPr>
                            <wps:wsp>
                              <wps:cNvPr id="5" name="AutoShape 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127" y="5042"/>
                                  <a:ext cx="16" cy="1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96" y="5861"/>
                                  <a:ext cx="143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DC4577" id="Group_x0020_43" o:spid="_x0000_s1026" style="position:absolute;margin-left:55.8pt;margin-top:.9pt;width:71.65pt;height:81.2pt;z-index:251657216" coordorigin="1396,5042" coordsize="1433,16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">
                      <v:shape id="AutoShape_x0020_44" o:spid="_x0000_s1027" type="#_x0000_t32" style="position:absolute;left:2127;top:5042;width:16;height:1624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7NTR8QAAADaAAAADwAAAGRycy9kb3ducmV2LnhtbESPQWvCQBSE70L/w/IK3nTTQkJIXaWU&#10;KvYiVFvq8Zl9TYLZt2F3TdJ/7xYEj8PMfMMsVqNpRU/ON5YVPM0TEMSl1Q1XCr4O61kOwgdkja1l&#10;UvBHHlbLh8kCC20H/qR+HyoRIewLVFCH0BVS+rImg35uO+Lo/VpnMETpKqkdDhFuWvmcJJk02HBc&#10;qLGjt5rK8/5iFHxsNnkv2935Z51m745O26b8Pio1fRxfX0AEGsM9fGtvtYIU/q/EGyC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fs1NHxAAAANoAAAAPAAAAAAAAAAAA&#10;AAAAAKECAABkcnMvZG93bnJldi54bWxQSwUGAAAAAAQABAD5AAAAkgMAAAAA&#10;">
                        <v:stroke startarrow="block" endarrow="block"/>
                      </v:shape>
                      <v:shape id="AutoShape_x0020_45" o:spid="_x0000_s1028" type="#_x0000_t32" style="position:absolute;left:1396;top:5861;width:1433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2HNMMQAAADaAAAADwAAAGRycy9kb3ducmV2LnhtbESPQWvCQBSE7wX/w/IEb81GwSDRNZSi&#10;Yi+F2ooeX7OvSUj2bdhdY/rvu4VCj8PMfMNsitF0YiDnG8sK5kkKgri0uuFKwcf7/nEFwgdkjZ1l&#10;UvBNHort5GGDubZ3fqPhFCoRIexzVFCH0OdS+rImgz6xPXH0vqwzGKJ0ldQO7xFuOrlI00wabDgu&#10;1NjTc01le7oZBS+Hw2qQ3Wt72S+znaPPY1Oer0rNpuPTGkSgMfyH/9pHrSCD3yvxBsjt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vYc0wxAAAANoAAAAPAAAAAAAAAAAA&#10;AAAAAKECAABkcnMvZG93bnJldi54bWxQSwUGAAAAAAQABAD5AAAAkgMAAAAA&#10;">
                        <v:stroke startarrow="block" endarrow="block"/>
                      </v:shape>
                    </v:group>
                  </w:pict>
                </mc:Fallback>
              </mc:AlternateContent>
            </w:r>
            <w:r w:rsidR="009A51AE" w:rsidRPr="00E24F7B">
              <w:t>x-intercept.</w:t>
            </w:r>
          </w:p>
          <w:p w14:paraId="3AE7BE4D" w14:textId="77777777" w:rsidR="009A51AE" w:rsidRPr="00E24F7B" w:rsidRDefault="009A51AE" w:rsidP="00EB196E">
            <w:pPr>
              <w:spacing w:line="360" w:lineRule="auto"/>
            </w:pPr>
          </w:p>
          <w:p w14:paraId="677C7559" w14:textId="77777777" w:rsidR="009A51AE" w:rsidRPr="00E24F7B" w:rsidRDefault="009A51AE" w:rsidP="00EB196E">
            <w:pPr>
              <w:spacing w:line="360" w:lineRule="auto"/>
            </w:pPr>
          </w:p>
          <w:p w14:paraId="2CAECE52" w14:textId="77777777" w:rsidR="009A51AE" w:rsidRPr="00E24F7B" w:rsidRDefault="009A51AE" w:rsidP="00EB196E">
            <w:pPr>
              <w:spacing w:line="360" w:lineRule="auto"/>
            </w:pPr>
          </w:p>
          <w:p w14:paraId="492DE459" w14:textId="77777777" w:rsidR="009A51AE" w:rsidRPr="00E24F7B" w:rsidRDefault="009A51AE" w:rsidP="00EB196E">
            <w:pPr>
              <w:spacing w:line="360" w:lineRule="auto"/>
            </w:pPr>
          </w:p>
        </w:tc>
        <w:tc>
          <w:tcPr>
            <w:tcW w:w="3672" w:type="dxa"/>
          </w:tcPr>
          <w:p w14:paraId="009E0BE5" w14:textId="77777777" w:rsidR="00E24F7B" w:rsidRDefault="009A51AE" w:rsidP="00EB196E">
            <w:pPr>
              <w:spacing w:line="360" w:lineRule="auto"/>
            </w:pPr>
            <w:r w:rsidRPr="00E24F7B">
              <w:t xml:space="preserve">Quadratic equation with NO real solution must have ___ </w:t>
            </w:r>
          </w:p>
          <w:p w14:paraId="4A3AF056" w14:textId="0AF3D27D" w:rsidR="009A51AE" w:rsidRPr="00E24F7B" w:rsidRDefault="00A7407E" w:rsidP="00EB196E">
            <w:pPr>
              <w:spacing w:line="360" w:lineRule="auto"/>
            </w:pPr>
            <w:r w:rsidRPr="00E24F7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78FC255" wp14:editId="73B89332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11430</wp:posOffset>
                      </wp:positionV>
                      <wp:extent cx="909955" cy="1031240"/>
                      <wp:effectExtent l="14605" t="11430" r="40640" b="24130"/>
                      <wp:wrapNone/>
                      <wp:docPr id="1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9955" cy="1031240"/>
                                <a:chOff x="1396" y="5042"/>
                                <a:chExt cx="1433" cy="1624"/>
                              </a:xfrm>
                            </wpg:grpSpPr>
                            <wps:wsp>
                              <wps:cNvPr id="2" name="AutoShape 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127" y="5042"/>
                                  <a:ext cx="16" cy="16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96" y="5861"/>
                                  <a:ext cx="143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CFE36B" id="Group_x0020_46" o:spid="_x0000_s1026" style="position:absolute;margin-left:73.15pt;margin-top:.9pt;width:71.65pt;height:81.2pt;z-index:251658240" coordorigin="1396,5042" coordsize="1433,16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">
                      <v:shape id="AutoShape_x0020_47" o:spid="_x0000_s1027" type="#_x0000_t32" style="position:absolute;left:2127;top:5042;width:16;height:1624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FrLM8QAAADaAAAADwAAAGRycy9kb3ducmV2LnhtbESPQWvCQBSE70L/w/IKvemmQkNIXaWU&#10;KvEiVFvq8Zl9TYLZt2F3m8R/7xYEj8PMfMMsVqNpRU/ON5YVPM8SEMSl1Q1XCr4O62kGwgdkja1l&#10;UnAhD6vlw2SBubYDf1K/D5WIEPY5KqhD6HIpfVmTQT+zHXH0fq0zGKJ0ldQOhwg3rZwnSSoNNhwX&#10;auzovabyvP8zCrabTdbLdnf+Wb+kH45ORVN+H5V6ehzfXkEEGsM9fGsXWsEc/q/EGyC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QWsszxAAAANoAAAAPAAAAAAAAAAAA&#10;AAAAAKECAABkcnMvZG93bnJldi54bWxQSwUGAAAAAAQABAD5AAAAkgMAAAAA&#10;">
                        <v:stroke startarrow="block" endarrow="block"/>
                      </v:shape>
                      <v:shape id="AutoShape_x0020_48" o:spid="_x0000_s1028" type="#_x0000_t32" style="position:absolute;left:1396;top:5861;width:1433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xZuqMMAAADaAAAADwAAAGRycy9kb3ducmV2LnhtbESPT4vCMBTE7wt+h/CEva3pKopUoyyi&#10;opcF/yzr8dk822LzUpJsrd/eLAgeh5n5DTOdt6YSDTlfWlbw2UtAEGdWl5wrOB5WH2MQPiBrrCyT&#10;gjt5mM86b1NMtb3xjpp9yEWEsE9RQRFCnUrps4IM+p6tiaN3sc5giNLlUju8RbipZD9JRtJgyXGh&#10;wJoWBWXX/Z9RsF2vx42svq+/q+Fo6ei8KbOfk1Lv3fZrAiJQG17hZ3ujFQzg/0q8AXL2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8WbqjDAAAA2gAAAA8AAAAAAAAAAAAA&#10;AAAAoQIAAGRycy9kb3ducmV2LnhtbFBLBQYAAAAABAAEAPkAAACRAwAAAAA=&#10;">
                        <v:stroke startarrow="block" endarrow="block"/>
                      </v:shape>
                    </v:group>
                  </w:pict>
                </mc:Fallback>
              </mc:AlternateContent>
            </w:r>
            <w:r w:rsidR="009A51AE" w:rsidRPr="00E24F7B">
              <w:t>x-intercepts.</w:t>
            </w:r>
          </w:p>
          <w:p w14:paraId="5222EA29" w14:textId="77777777" w:rsidR="009A51AE" w:rsidRPr="00E24F7B" w:rsidRDefault="009A51AE" w:rsidP="00EB196E">
            <w:pPr>
              <w:spacing w:line="360" w:lineRule="auto"/>
            </w:pPr>
          </w:p>
          <w:p w14:paraId="207E00D0" w14:textId="77777777" w:rsidR="009A51AE" w:rsidRPr="00E24F7B" w:rsidRDefault="009A51AE" w:rsidP="00EB196E">
            <w:pPr>
              <w:spacing w:line="360" w:lineRule="auto"/>
            </w:pPr>
          </w:p>
        </w:tc>
      </w:tr>
    </w:tbl>
    <w:p w14:paraId="05D85661" w14:textId="77777777" w:rsidR="009A51AE" w:rsidRPr="00E24F7B" w:rsidRDefault="009A51AE" w:rsidP="009A51AE">
      <w:pPr>
        <w:spacing w:line="360" w:lineRule="auto"/>
        <w:rPr>
          <w:b/>
        </w:rPr>
      </w:pPr>
    </w:p>
    <w:p w14:paraId="57766F79" w14:textId="77777777" w:rsidR="009A51AE" w:rsidRDefault="009A51AE" w:rsidP="009A51AE">
      <w:pPr>
        <w:spacing w:line="360" w:lineRule="auto"/>
      </w:pPr>
      <w:r w:rsidRPr="00E24F7B">
        <w:rPr>
          <w:b/>
        </w:rPr>
        <w:t xml:space="preserve">Step 3: </w:t>
      </w:r>
      <w:r w:rsidRPr="00E24F7B">
        <w:t>If solutions are found, check the solutions by substituting them into the ___________  _____________.</w:t>
      </w:r>
    </w:p>
    <w:p w14:paraId="16293096" w14:textId="7C8412D6" w:rsidR="00536C2F" w:rsidRPr="00E24F7B" w:rsidRDefault="00536C2F" w:rsidP="009A51AE">
      <w:pPr>
        <w:spacing w:line="360" w:lineRule="auto"/>
      </w:pPr>
      <w:r>
        <w:t xml:space="preserve">Directions: For the problems below, create a graph of the function and list the axis of symmetry, vertex, and solution(s) if any. 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8"/>
        <w:gridCol w:w="5598"/>
      </w:tblGrid>
      <w:tr w:rsidR="009A51AE" w:rsidRPr="00E24F7B" w14:paraId="3A4633FF" w14:textId="77777777" w:rsidTr="00536C2F">
        <w:trPr>
          <w:trHeight w:val="701"/>
        </w:trPr>
        <w:tc>
          <w:tcPr>
            <w:tcW w:w="5418" w:type="dxa"/>
          </w:tcPr>
          <w:p w14:paraId="759F638C" w14:textId="71D3A1A3" w:rsidR="00E24F7B" w:rsidRDefault="00E24F7B" w:rsidP="00E24F7B">
            <w:r w:rsidRPr="00E24F7B">
              <w:t xml:space="preserve">1) Solve </w:t>
            </w:r>
            <w:r w:rsidRPr="00E24F7B">
              <w:rPr>
                <w:position w:val="-2"/>
              </w:rPr>
              <w:object w:dxaOrig="1120" w:dyaOrig="260" w14:anchorId="311EE2A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pt;height:13pt" o:ole="">
                  <v:imagedata r:id="rId7" o:title=""/>
                </v:shape>
                <o:OLEObject Type="Embed" ProgID="Equation.3" ShapeID="_x0000_i1025" DrawAspect="Content" ObjectID="_1557567608" r:id="rId8"/>
              </w:object>
            </w:r>
            <w:r w:rsidRPr="00E24F7B">
              <w:t xml:space="preserve"> </w:t>
            </w:r>
          </w:p>
          <w:p w14:paraId="1114195C" w14:textId="77777777" w:rsidR="00E24F7B" w:rsidRPr="00E24F7B" w:rsidRDefault="00E24F7B" w:rsidP="00536C2F">
            <w:pPr>
              <w:rPr>
                <w:noProof/>
              </w:rPr>
            </w:pPr>
          </w:p>
        </w:tc>
        <w:tc>
          <w:tcPr>
            <w:tcW w:w="5598" w:type="dxa"/>
          </w:tcPr>
          <w:p w14:paraId="4B1D9D96" w14:textId="5EECDAD5" w:rsidR="00E24F7B" w:rsidRDefault="00E24F7B" w:rsidP="00E24F7B">
            <w:pPr>
              <w:spacing w:line="360" w:lineRule="auto"/>
              <w:rPr>
                <w:position w:val="-8"/>
              </w:rPr>
            </w:pPr>
            <w:r w:rsidRPr="00E24F7B">
              <w:t xml:space="preserve">2) </w:t>
            </w:r>
            <w:r w:rsidR="00A7407E" w:rsidRPr="00E24F7B">
              <w:rPr>
                <w:noProof/>
                <w:position w:val="-8"/>
              </w:rPr>
              <w:drawing>
                <wp:inline distT="0" distB="0" distL="0" distR="0" wp14:anchorId="7CB02295" wp14:editId="0231FFEB">
                  <wp:extent cx="1219200" cy="203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D1FF91" w14:textId="77777777" w:rsidR="00E24F7B" w:rsidRPr="00E24F7B" w:rsidRDefault="00E24F7B" w:rsidP="00536C2F">
            <w:pPr>
              <w:rPr>
                <w:noProof/>
              </w:rPr>
            </w:pPr>
          </w:p>
        </w:tc>
      </w:tr>
      <w:tr w:rsidR="00536C2F" w:rsidRPr="00E24F7B" w14:paraId="1FF06820" w14:textId="77777777" w:rsidTr="00536C2F">
        <w:trPr>
          <w:trHeight w:val="701"/>
        </w:trPr>
        <w:tc>
          <w:tcPr>
            <w:tcW w:w="5418" w:type="dxa"/>
          </w:tcPr>
          <w:p w14:paraId="14F7856E" w14:textId="77777777" w:rsidR="00536C2F" w:rsidRDefault="00536C2F" w:rsidP="00776322">
            <w:pPr>
              <w:rPr>
                <w:position w:val="-2"/>
              </w:rPr>
            </w:pPr>
            <w:r>
              <w:rPr>
                <w:position w:val="-2"/>
              </w:rPr>
              <w:t xml:space="preserve">3) </w:t>
            </w:r>
            <w:r w:rsidRPr="00E24F7B">
              <w:rPr>
                <w:position w:val="-2"/>
              </w:rPr>
              <w:object w:dxaOrig="1140" w:dyaOrig="260" w14:anchorId="3190A430">
                <v:shape id="_x0000_i1027" type="#_x0000_t75" style="width:57pt;height:13pt" o:ole="">
                  <v:imagedata r:id="rId10" o:title=""/>
                </v:shape>
                <o:OLEObject Type="Embed" ProgID="Equation.3" ShapeID="_x0000_i1027" DrawAspect="Content" ObjectID="_1557567609" r:id="rId11"/>
              </w:object>
            </w:r>
            <w:r>
              <w:rPr>
                <w:position w:val="-2"/>
              </w:rPr>
              <w:t>.</w:t>
            </w:r>
          </w:p>
          <w:p w14:paraId="4FAE1E39" w14:textId="77777777" w:rsidR="00536C2F" w:rsidRPr="00E24F7B" w:rsidRDefault="00536C2F" w:rsidP="00E24F7B"/>
        </w:tc>
        <w:tc>
          <w:tcPr>
            <w:tcW w:w="5598" w:type="dxa"/>
          </w:tcPr>
          <w:p w14:paraId="76C68514" w14:textId="77777777" w:rsidR="00536C2F" w:rsidRPr="00E24F7B" w:rsidRDefault="00536C2F" w:rsidP="00776322">
            <w:r>
              <w:t xml:space="preserve">4) </w:t>
            </w:r>
            <w:r w:rsidRPr="00E24F7B">
              <w:rPr>
                <w:noProof/>
              </w:rPr>
              <w:drawing>
                <wp:inline distT="0" distB="0" distL="0" distR="0" wp14:anchorId="5D1FBA08" wp14:editId="2530AA5C">
                  <wp:extent cx="1066800" cy="264160"/>
                  <wp:effectExtent l="0" t="0" r="0" b="0"/>
                  <wp:docPr id="1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542" b="93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661" cy="267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C5258" w14:textId="77777777" w:rsidR="00536C2F" w:rsidRPr="00E24F7B" w:rsidRDefault="00536C2F" w:rsidP="00776322">
            <w:pPr>
              <w:jc w:val="center"/>
            </w:pPr>
          </w:p>
          <w:p w14:paraId="65CA60CC" w14:textId="77777777" w:rsidR="00536C2F" w:rsidRPr="00E24F7B" w:rsidRDefault="00536C2F" w:rsidP="00E24F7B">
            <w:pPr>
              <w:spacing w:line="360" w:lineRule="auto"/>
            </w:pPr>
          </w:p>
        </w:tc>
      </w:tr>
      <w:tr w:rsidR="00536C2F" w:rsidRPr="00E24F7B" w14:paraId="0EF4FDCB" w14:textId="77777777" w:rsidTr="00536C2F">
        <w:trPr>
          <w:trHeight w:val="701"/>
        </w:trPr>
        <w:tc>
          <w:tcPr>
            <w:tcW w:w="5418" w:type="dxa"/>
          </w:tcPr>
          <w:p w14:paraId="5E5750E4" w14:textId="77777777" w:rsidR="00536C2F" w:rsidRPr="00536C2F" w:rsidRDefault="00536C2F" w:rsidP="00776322">
            <w:r>
              <w:t>5</w:t>
            </w:r>
            <w:r w:rsidRPr="00E24F7B">
              <w:t xml:space="preserve">) </w:t>
            </w:r>
            <w:r w:rsidRPr="00E24F7B">
              <w:rPr>
                <w:position w:val="-6"/>
              </w:rPr>
              <w:object w:dxaOrig="1300" w:dyaOrig="320" w14:anchorId="57046303">
                <v:shape id="_x0000_i1028" type="#_x0000_t75" style="width:65pt;height:16pt" o:ole="">
                  <v:imagedata r:id="rId13" o:title=""/>
                </v:shape>
                <o:OLEObject Type="Embed" ProgID="Equation.3" ShapeID="_x0000_i1028" DrawAspect="Content" ObjectID="_1557567610" r:id="rId14"/>
              </w:object>
            </w:r>
          </w:p>
          <w:p w14:paraId="06935B97" w14:textId="77777777" w:rsidR="00536C2F" w:rsidRPr="00E24F7B" w:rsidRDefault="00536C2F" w:rsidP="00E24F7B"/>
        </w:tc>
        <w:tc>
          <w:tcPr>
            <w:tcW w:w="5598" w:type="dxa"/>
          </w:tcPr>
          <w:p w14:paraId="56C71CC2" w14:textId="77777777" w:rsidR="00536C2F" w:rsidRPr="00E24F7B" w:rsidRDefault="00536C2F" w:rsidP="00776322">
            <w:r>
              <w:t>6</w:t>
            </w:r>
            <w:r w:rsidRPr="00E24F7B">
              <w:t xml:space="preserve">) </w:t>
            </w:r>
            <w:r w:rsidRPr="00E24F7B">
              <w:rPr>
                <w:noProof/>
              </w:rPr>
              <w:drawing>
                <wp:inline distT="0" distB="0" distL="0" distR="0" wp14:anchorId="2FA727D4" wp14:editId="3AAFB254">
                  <wp:extent cx="1435100" cy="241300"/>
                  <wp:effectExtent l="0" t="0" r="12700" b="12700"/>
                  <wp:docPr id="1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730" b="946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4F7B">
              <w:t xml:space="preserve"> </w:t>
            </w:r>
          </w:p>
          <w:p w14:paraId="5E2D67D3" w14:textId="77777777" w:rsidR="00536C2F" w:rsidRPr="00E24F7B" w:rsidRDefault="00536C2F" w:rsidP="00E24F7B">
            <w:pPr>
              <w:spacing w:line="360" w:lineRule="auto"/>
            </w:pPr>
          </w:p>
        </w:tc>
      </w:tr>
      <w:tr w:rsidR="00536C2F" w:rsidRPr="00E24F7B" w14:paraId="3DD15D2B" w14:textId="77777777" w:rsidTr="00536C2F">
        <w:trPr>
          <w:trHeight w:val="701"/>
        </w:trPr>
        <w:tc>
          <w:tcPr>
            <w:tcW w:w="5418" w:type="dxa"/>
            <w:tcBorders>
              <w:bottom w:val="single" w:sz="4" w:space="0" w:color="000000"/>
            </w:tcBorders>
          </w:tcPr>
          <w:p w14:paraId="34C8B514" w14:textId="7FCE205A" w:rsidR="00536C2F" w:rsidRPr="00E24F7B" w:rsidRDefault="00316C5B" w:rsidP="00536C2F">
            <w:r>
              <w:t>7)</w:t>
            </w:r>
            <w:r w:rsidR="00536C2F" w:rsidRPr="00E24F7B">
              <w:t xml:space="preserve"> </w:t>
            </w:r>
            <w:r w:rsidR="00536C2F">
              <w:br/>
            </w:r>
            <w:r w:rsidR="00536C2F" w:rsidRPr="00E24F7B">
              <w:rPr>
                <w:noProof/>
              </w:rPr>
              <w:drawing>
                <wp:inline distT="0" distB="0" distL="0" distR="0" wp14:anchorId="44605C9E" wp14:editId="3FCDEEE4">
                  <wp:extent cx="1206500" cy="279400"/>
                  <wp:effectExtent l="0" t="0" r="12700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014" b="946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EA021F" w14:textId="77777777" w:rsidR="00536C2F" w:rsidRPr="00E24F7B" w:rsidRDefault="00536C2F" w:rsidP="00FF78AA"/>
          <w:p w14:paraId="2CCBA271" w14:textId="77777777" w:rsidR="00536C2F" w:rsidRDefault="00536C2F" w:rsidP="00776322"/>
        </w:tc>
        <w:tc>
          <w:tcPr>
            <w:tcW w:w="5598" w:type="dxa"/>
            <w:tcBorders>
              <w:bottom w:val="single" w:sz="4" w:space="0" w:color="000000"/>
            </w:tcBorders>
          </w:tcPr>
          <w:p w14:paraId="2AAB931D" w14:textId="74BCE9B9" w:rsidR="00536C2F" w:rsidRPr="00E24F7B" w:rsidRDefault="00316C5B" w:rsidP="00536C2F">
            <w:r>
              <w:t>8)</w:t>
            </w:r>
            <w:r w:rsidR="00536C2F">
              <w:br/>
            </w:r>
            <w:r w:rsidR="00536C2F" w:rsidRPr="00E24F7B">
              <w:rPr>
                <w:noProof/>
              </w:rPr>
              <w:drawing>
                <wp:inline distT="0" distB="0" distL="0" distR="0" wp14:anchorId="13377809" wp14:editId="5204A319">
                  <wp:extent cx="1435100" cy="292100"/>
                  <wp:effectExtent l="0" t="0" r="12700" b="1270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040" b="94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238C7D" w14:textId="77777777" w:rsidR="00536C2F" w:rsidRDefault="00536C2F" w:rsidP="00776322"/>
        </w:tc>
      </w:tr>
    </w:tbl>
    <w:p w14:paraId="3245862B" w14:textId="77777777" w:rsidR="00E24F7B" w:rsidRDefault="00E24F7B">
      <w:r>
        <w:br w:type="page"/>
      </w:r>
    </w:p>
    <w:p w14:paraId="3038F2DE" w14:textId="77777777" w:rsidR="009A51AE" w:rsidRPr="00E24F7B" w:rsidRDefault="009A51AE" w:rsidP="009A51AE">
      <w:pPr>
        <w:rPr>
          <w:vanish/>
        </w:rPr>
      </w:pPr>
    </w:p>
    <w:p w14:paraId="43A58701" w14:textId="015910D8" w:rsidR="00E24F7B" w:rsidRDefault="00E24F7B"/>
    <w:p w14:paraId="6D4BC08C" w14:textId="77777777" w:rsidR="009A51AE" w:rsidRDefault="00E24F7B" w:rsidP="009A51AE">
      <w:pPr>
        <w:spacing w:line="276" w:lineRule="auto"/>
        <w:outlineLvl w:val="0"/>
        <w:rPr>
          <w:b/>
        </w:rPr>
      </w:pPr>
      <w:r>
        <w:rPr>
          <w:b/>
        </w:rPr>
        <w:t>EXIT SLIP: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  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0"/>
        <w:gridCol w:w="5360"/>
      </w:tblGrid>
      <w:tr w:rsidR="00E24F7B" w:rsidRPr="00E24F7B" w14:paraId="1D6B58E6" w14:textId="77777777" w:rsidTr="00EB196E">
        <w:tc>
          <w:tcPr>
            <w:tcW w:w="5508" w:type="dxa"/>
            <w:shd w:val="clear" w:color="auto" w:fill="auto"/>
          </w:tcPr>
          <w:p w14:paraId="0E26AFC0" w14:textId="77777777" w:rsidR="00E67138" w:rsidRDefault="00E67138" w:rsidP="00E67138">
            <w:r>
              <w:t xml:space="preserve">1) </w:t>
            </w:r>
            <w:r w:rsidRPr="00E24F7B">
              <w:t xml:space="preserve">Find the zeros, if any, of </w:t>
            </w:r>
            <w:r w:rsidRPr="00E24F7B">
              <w:rPr>
                <w:position w:val="-6"/>
              </w:rPr>
              <w:object w:dxaOrig="1300" w:dyaOrig="320" w14:anchorId="0AE86422">
                <v:shape id="_x0000_i1026" type="#_x0000_t75" style="width:65pt;height:16pt" o:ole="">
                  <v:imagedata r:id="rId18" o:title=""/>
                </v:shape>
                <o:OLEObject Type="Embed" ProgID="Equation.3" ShapeID="_x0000_i1026" DrawAspect="Content" ObjectID="_1557567611" r:id="rId19"/>
              </w:object>
            </w:r>
            <w:r w:rsidRPr="00E24F7B">
              <w:t>.</w:t>
            </w:r>
          </w:p>
          <w:p w14:paraId="7D311A02" w14:textId="77777777" w:rsidR="00E67138" w:rsidRPr="00E24F7B" w:rsidRDefault="00E67138" w:rsidP="00E67138"/>
          <w:p w14:paraId="5FBFC6F2" w14:textId="77777777" w:rsidR="00E67138" w:rsidRPr="00E24F7B" w:rsidRDefault="00E67138" w:rsidP="00E67138">
            <w:r w:rsidRPr="00E24F7B">
              <w:t xml:space="preserve">a. Table:                       b. Graph:                                      </w:t>
            </w:r>
          </w:p>
          <w:p w14:paraId="5B401472" w14:textId="7BDD9FB3" w:rsidR="00E67138" w:rsidRPr="00E24F7B" w:rsidRDefault="00A7407E" w:rsidP="00E67138">
            <w:pPr>
              <w:jc w:val="right"/>
              <w:rPr>
                <w:noProof/>
                <w:lang w:val="fr-FR"/>
              </w:rPr>
            </w:pPr>
            <w:r w:rsidRPr="00E24F7B">
              <w:rPr>
                <w:noProof/>
              </w:rPr>
              <w:drawing>
                <wp:inline distT="0" distB="0" distL="0" distR="0" wp14:anchorId="10561112" wp14:editId="482CDB15">
                  <wp:extent cx="2057400" cy="2019300"/>
                  <wp:effectExtent l="0" t="0" r="0" b="12700"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margin" w:tblpY="-29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9"/>
              <w:gridCol w:w="679"/>
            </w:tblGrid>
            <w:tr w:rsidR="00E67138" w:rsidRPr="00E24F7B" w14:paraId="624395E4" w14:textId="77777777" w:rsidTr="00EB196E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445D2DC9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  <w:r w:rsidRPr="00E24F7B">
                    <w:rPr>
                      <w:lang w:val="fr-FR"/>
                    </w:rPr>
                    <w:t>x</w:t>
                  </w:r>
                </w:p>
              </w:tc>
              <w:tc>
                <w:tcPr>
                  <w:tcW w:w="679" w:type="dxa"/>
                  <w:shd w:val="clear" w:color="auto" w:fill="auto"/>
                </w:tcPr>
                <w:p w14:paraId="45B23FBA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  <w:r w:rsidRPr="00E24F7B">
                    <w:rPr>
                      <w:lang w:val="fr-FR"/>
                    </w:rPr>
                    <w:t>y</w:t>
                  </w:r>
                </w:p>
              </w:tc>
            </w:tr>
            <w:tr w:rsidR="00E67138" w:rsidRPr="00E24F7B" w14:paraId="4B4D1003" w14:textId="77777777" w:rsidTr="00EB196E">
              <w:trPr>
                <w:trHeight w:val="390"/>
              </w:trPr>
              <w:tc>
                <w:tcPr>
                  <w:tcW w:w="679" w:type="dxa"/>
                  <w:shd w:val="clear" w:color="auto" w:fill="auto"/>
                </w:tcPr>
                <w:p w14:paraId="55DA2511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2CCCE3D4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</w:tr>
            <w:tr w:rsidR="00E67138" w:rsidRPr="00E24F7B" w14:paraId="4E025110" w14:textId="77777777" w:rsidTr="00EB196E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666C0E51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5A6E215A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</w:tr>
            <w:tr w:rsidR="00E67138" w:rsidRPr="00E24F7B" w14:paraId="06908E97" w14:textId="77777777" w:rsidTr="00EB196E">
              <w:trPr>
                <w:trHeight w:val="390"/>
              </w:trPr>
              <w:tc>
                <w:tcPr>
                  <w:tcW w:w="679" w:type="dxa"/>
                  <w:shd w:val="clear" w:color="auto" w:fill="auto"/>
                </w:tcPr>
                <w:p w14:paraId="49ECA4B5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1677A20D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</w:tr>
            <w:tr w:rsidR="00E67138" w:rsidRPr="00E24F7B" w14:paraId="626CBB9A" w14:textId="77777777" w:rsidTr="00EB196E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72BADD5E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05CB46EE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</w:tr>
            <w:tr w:rsidR="00E67138" w:rsidRPr="00E24F7B" w14:paraId="49746B16" w14:textId="77777777" w:rsidTr="00EB196E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0065E40E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5FEAB025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</w:tr>
            <w:tr w:rsidR="00E67138" w:rsidRPr="00E24F7B" w14:paraId="46F9BC05" w14:textId="77777777" w:rsidTr="00EB196E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123D0595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4A0BEFC2" w14:textId="77777777" w:rsidR="00E67138" w:rsidRPr="00E24F7B" w:rsidRDefault="00E67138" w:rsidP="00EB196E">
                  <w:pPr>
                    <w:rPr>
                      <w:lang w:val="fr-FR"/>
                    </w:rPr>
                  </w:pPr>
                </w:p>
              </w:tc>
            </w:tr>
          </w:tbl>
          <w:p w14:paraId="75AEDDC9" w14:textId="77777777" w:rsidR="00E67138" w:rsidRPr="00E24F7B" w:rsidRDefault="00E67138" w:rsidP="00E67138">
            <w:pPr>
              <w:rPr>
                <w:noProof/>
                <w:lang w:val="fr-FR"/>
              </w:rPr>
            </w:pPr>
          </w:p>
          <w:p w14:paraId="507F5D48" w14:textId="77777777" w:rsidR="00E67138" w:rsidRPr="00E24F7B" w:rsidRDefault="00E67138" w:rsidP="00E67138">
            <w:pPr>
              <w:rPr>
                <w:noProof/>
                <w:lang w:val="fr-FR"/>
              </w:rPr>
            </w:pPr>
            <w:r w:rsidRPr="00E24F7B">
              <w:rPr>
                <w:noProof/>
                <w:lang w:val="fr-FR"/>
              </w:rPr>
              <w:t>c. AOS:                                    d. Vertex: ( ___ , ___ )</w:t>
            </w:r>
          </w:p>
          <w:p w14:paraId="412A7756" w14:textId="77777777" w:rsidR="00E67138" w:rsidRPr="00E24F7B" w:rsidRDefault="00E67138" w:rsidP="00E67138">
            <w:pPr>
              <w:rPr>
                <w:noProof/>
              </w:rPr>
            </w:pPr>
            <w:r w:rsidRPr="00E24F7B">
              <w:rPr>
                <w:noProof/>
                <w:lang w:val="fr-FR"/>
              </w:rPr>
              <w:t xml:space="preserve">                                                  </w:t>
            </w:r>
            <w:r w:rsidRPr="00E24F7B">
              <w:rPr>
                <w:i/>
                <w:noProof/>
                <w:lang w:val="fr-FR"/>
              </w:rPr>
              <w:t>circl</w:t>
            </w:r>
            <w:r w:rsidRPr="00E24F7B">
              <w:rPr>
                <w:i/>
                <w:noProof/>
              </w:rPr>
              <w:t>e one:</w:t>
            </w:r>
            <w:r w:rsidRPr="00E24F7B">
              <w:rPr>
                <w:noProof/>
              </w:rPr>
              <w:t xml:space="preserve">  max    min</w:t>
            </w:r>
          </w:p>
          <w:p w14:paraId="1530F277" w14:textId="77777777" w:rsidR="00E67138" w:rsidRPr="00E24F7B" w:rsidRDefault="00E67138" w:rsidP="00E67138">
            <w:pPr>
              <w:rPr>
                <w:noProof/>
              </w:rPr>
            </w:pPr>
          </w:p>
          <w:p w14:paraId="11D27901" w14:textId="77777777" w:rsidR="00E24F7B" w:rsidRPr="00E24F7B" w:rsidRDefault="00E67138" w:rsidP="00E67138">
            <w:pPr>
              <w:rPr>
                <w:noProof/>
              </w:rPr>
            </w:pPr>
            <w:r w:rsidRPr="00E24F7B">
              <w:rPr>
                <w:noProof/>
              </w:rPr>
              <w:t>e. Solutio</w:t>
            </w:r>
            <w:r>
              <w:rPr>
                <w:noProof/>
              </w:rPr>
              <w:t>ns: ___________________________</w:t>
            </w:r>
          </w:p>
          <w:p w14:paraId="5278D090" w14:textId="77777777" w:rsidR="00E24F7B" w:rsidRPr="00E24F7B" w:rsidRDefault="00E24F7B" w:rsidP="00EB196E"/>
          <w:p w14:paraId="7FE5FCCD" w14:textId="77777777" w:rsidR="00E24F7B" w:rsidRPr="00E24F7B" w:rsidRDefault="00E24F7B" w:rsidP="00EB196E"/>
        </w:tc>
        <w:tc>
          <w:tcPr>
            <w:tcW w:w="5508" w:type="dxa"/>
            <w:shd w:val="clear" w:color="auto" w:fill="auto"/>
          </w:tcPr>
          <w:p w14:paraId="3520322B" w14:textId="77777777" w:rsidR="006A68E7" w:rsidRPr="009A51AE" w:rsidRDefault="006A68E7" w:rsidP="006A68E7">
            <w:r>
              <w:t xml:space="preserve">2) </w:t>
            </w:r>
            <w:r w:rsidRPr="009A51AE">
              <w:t xml:space="preserve">Describe the transformation of y = </w:t>
            </w:r>
            <w:r>
              <w:t>-½</w:t>
            </w:r>
            <w:r w:rsidRPr="009A51AE">
              <w:t>x</w:t>
            </w:r>
            <w:r>
              <w:rPr>
                <w:vertAlign w:val="superscript"/>
              </w:rPr>
              <w:t xml:space="preserve">2 </w:t>
            </w:r>
            <w:r>
              <w:t xml:space="preserve">– 1 </w:t>
            </w:r>
            <w:r w:rsidRPr="009A51AE">
              <w:t>to the parent function?</w:t>
            </w:r>
          </w:p>
          <w:p w14:paraId="2F317277" w14:textId="77777777" w:rsidR="00E24F7B" w:rsidRDefault="00E24F7B" w:rsidP="006A68E7"/>
          <w:p w14:paraId="170106B7" w14:textId="77777777" w:rsidR="006A68E7" w:rsidRPr="00E24F7B" w:rsidRDefault="006A68E7" w:rsidP="006A68E7"/>
        </w:tc>
      </w:tr>
    </w:tbl>
    <w:p w14:paraId="689FB4DD" w14:textId="77777777" w:rsidR="00B335D2" w:rsidRDefault="00B335D2" w:rsidP="00B335D2"/>
    <w:p w14:paraId="181894BF" w14:textId="77777777" w:rsidR="00B335D2" w:rsidRDefault="00B335D2" w:rsidP="00B335D2"/>
    <w:p w14:paraId="020F222E" w14:textId="77777777" w:rsidR="00B335D2" w:rsidRDefault="00B335D2" w:rsidP="00B335D2">
      <w:bookmarkStart w:id="0" w:name="_GoBack"/>
      <w:bookmarkEnd w:id="0"/>
    </w:p>
    <w:p w14:paraId="51EA7407" w14:textId="77777777" w:rsidR="00B335D2" w:rsidRDefault="00B335D2" w:rsidP="00B335D2">
      <w:pPr>
        <w:spacing w:line="276" w:lineRule="auto"/>
        <w:outlineLvl w:val="0"/>
        <w:rPr>
          <w:b/>
        </w:rPr>
      </w:pPr>
      <w:r>
        <w:rPr>
          <w:b/>
        </w:rPr>
        <w:t>EXIT SLIP: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  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0"/>
        <w:gridCol w:w="5360"/>
      </w:tblGrid>
      <w:tr w:rsidR="00B335D2" w:rsidRPr="00E24F7B" w14:paraId="4E2F7DA1" w14:textId="77777777" w:rsidTr="00776322">
        <w:tc>
          <w:tcPr>
            <w:tcW w:w="5508" w:type="dxa"/>
            <w:shd w:val="clear" w:color="auto" w:fill="auto"/>
          </w:tcPr>
          <w:p w14:paraId="2A72000B" w14:textId="77777777" w:rsidR="00B335D2" w:rsidRDefault="00B335D2" w:rsidP="00776322">
            <w:r>
              <w:t xml:space="preserve">1) </w:t>
            </w:r>
            <w:r w:rsidRPr="00E24F7B">
              <w:t xml:space="preserve">Find the zeros, if any, of </w:t>
            </w:r>
            <w:r w:rsidRPr="00E24F7B">
              <w:rPr>
                <w:position w:val="-6"/>
              </w:rPr>
              <w:object w:dxaOrig="1300" w:dyaOrig="320" w14:anchorId="41049A49">
                <v:shape id="_x0000_i1029" type="#_x0000_t75" style="width:65pt;height:16pt" o:ole="">
                  <v:imagedata r:id="rId18" o:title=""/>
                </v:shape>
                <o:OLEObject Type="Embed" ProgID="Equation.3" ShapeID="_x0000_i1029" DrawAspect="Content" ObjectID="_1557567612" r:id="rId21"/>
              </w:object>
            </w:r>
            <w:r w:rsidRPr="00E24F7B">
              <w:t>.</w:t>
            </w:r>
          </w:p>
          <w:p w14:paraId="7278751E" w14:textId="77777777" w:rsidR="00B335D2" w:rsidRPr="00E24F7B" w:rsidRDefault="00B335D2" w:rsidP="00776322"/>
          <w:p w14:paraId="1231F8E9" w14:textId="77777777" w:rsidR="00B335D2" w:rsidRPr="00E24F7B" w:rsidRDefault="00B335D2" w:rsidP="00776322">
            <w:r w:rsidRPr="00E24F7B">
              <w:t xml:space="preserve">a. Table:                       b. Graph:                                      </w:t>
            </w:r>
          </w:p>
          <w:p w14:paraId="2226C39C" w14:textId="77777777" w:rsidR="00B335D2" w:rsidRPr="00E24F7B" w:rsidRDefault="00B335D2" w:rsidP="00776322">
            <w:pPr>
              <w:jc w:val="right"/>
              <w:rPr>
                <w:noProof/>
                <w:lang w:val="fr-FR"/>
              </w:rPr>
            </w:pPr>
            <w:r w:rsidRPr="00E24F7B">
              <w:rPr>
                <w:noProof/>
              </w:rPr>
              <w:drawing>
                <wp:inline distT="0" distB="0" distL="0" distR="0" wp14:anchorId="0EF37743" wp14:editId="2D32FCCA">
                  <wp:extent cx="2057400" cy="2019300"/>
                  <wp:effectExtent l="0" t="0" r="0" b="1270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margin" w:tblpY="-29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9"/>
              <w:gridCol w:w="679"/>
            </w:tblGrid>
            <w:tr w:rsidR="00B335D2" w:rsidRPr="00E24F7B" w14:paraId="206C66B5" w14:textId="77777777" w:rsidTr="00776322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442AFDA8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  <w:r w:rsidRPr="00E24F7B">
                    <w:rPr>
                      <w:lang w:val="fr-FR"/>
                    </w:rPr>
                    <w:t>x</w:t>
                  </w:r>
                </w:p>
              </w:tc>
              <w:tc>
                <w:tcPr>
                  <w:tcW w:w="679" w:type="dxa"/>
                  <w:shd w:val="clear" w:color="auto" w:fill="auto"/>
                </w:tcPr>
                <w:p w14:paraId="4051E289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  <w:r w:rsidRPr="00E24F7B">
                    <w:rPr>
                      <w:lang w:val="fr-FR"/>
                    </w:rPr>
                    <w:t>y</w:t>
                  </w:r>
                </w:p>
              </w:tc>
            </w:tr>
            <w:tr w:rsidR="00B335D2" w:rsidRPr="00E24F7B" w14:paraId="52461D39" w14:textId="77777777" w:rsidTr="00776322">
              <w:trPr>
                <w:trHeight w:val="390"/>
              </w:trPr>
              <w:tc>
                <w:tcPr>
                  <w:tcW w:w="679" w:type="dxa"/>
                  <w:shd w:val="clear" w:color="auto" w:fill="auto"/>
                </w:tcPr>
                <w:p w14:paraId="79ACE56C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78EA5EDC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</w:tr>
            <w:tr w:rsidR="00B335D2" w:rsidRPr="00E24F7B" w14:paraId="542779AF" w14:textId="77777777" w:rsidTr="00776322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66DC04EC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21B5BD2F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</w:tr>
            <w:tr w:rsidR="00B335D2" w:rsidRPr="00E24F7B" w14:paraId="57333A6C" w14:textId="77777777" w:rsidTr="00776322">
              <w:trPr>
                <w:trHeight w:val="390"/>
              </w:trPr>
              <w:tc>
                <w:tcPr>
                  <w:tcW w:w="679" w:type="dxa"/>
                  <w:shd w:val="clear" w:color="auto" w:fill="auto"/>
                </w:tcPr>
                <w:p w14:paraId="0973FE9A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41FB0D1F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</w:tr>
            <w:tr w:rsidR="00B335D2" w:rsidRPr="00E24F7B" w14:paraId="69AD5A64" w14:textId="77777777" w:rsidTr="00776322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63552B1B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55639DE6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</w:tr>
            <w:tr w:rsidR="00B335D2" w:rsidRPr="00E24F7B" w14:paraId="126DE793" w14:textId="77777777" w:rsidTr="00776322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3A71A65D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3508172D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</w:tr>
            <w:tr w:rsidR="00B335D2" w:rsidRPr="00E24F7B" w14:paraId="49ABEC1C" w14:textId="77777777" w:rsidTr="00776322">
              <w:trPr>
                <w:trHeight w:val="413"/>
              </w:trPr>
              <w:tc>
                <w:tcPr>
                  <w:tcW w:w="679" w:type="dxa"/>
                  <w:shd w:val="clear" w:color="auto" w:fill="auto"/>
                </w:tcPr>
                <w:p w14:paraId="1D59BE28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9" w:type="dxa"/>
                  <w:shd w:val="clear" w:color="auto" w:fill="auto"/>
                </w:tcPr>
                <w:p w14:paraId="16E0D083" w14:textId="77777777" w:rsidR="00B335D2" w:rsidRPr="00E24F7B" w:rsidRDefault="00B335D2" w:rsidP="00776322">
                  <w:pPr>
                    <w:rPr>
                      <w:lang w:val="fr-FR"/>
                    </w:rPr>
                  </w:pPr>
                </w:p>
              </w:tc>
            </w:tr>
          </w:tbl>
          <w:p w14:paraId="638DC2B0" w14:textId="77777777" w:rsidR="00B335D2" w:rsidRPr="00E24F7B" w:rsidRDefault="00B335D2" w:rsidP="00776322">
            <w:pPr>
              <w:rPr>
                <w:noProof/>
                <w:lang w:val="fr-FR"/>
              </w:rPr>
            </w:pPr>
          </w:p>
          <w:p w14:paraId="5072D5F1" w14:textId="77777777" w:rsidR="00B335D2" w:rsidRPr="00E24F7B" w:rsidRDefault="00B335D2" w:rsidP="00776322">
            <w:pPr>
              <w:rPr>
                <w:noProof/>
                <w:lang w:val="fr-FR"/>
              </w:rPr>
            </w:pPr>
            <w:r w:rsidRPr="00E24F7B">
              <w:rPr>
                <w:noProof/>
                <w:lang w:val="fr-FR"/>
              </w:rPr>
              <w:t>c. AOS:                                    d. Vertex: ( ___ , ___ )</w:t>
            </w:r>
          </w:p>
          <w:p w14:paraId="60866FFE" w14:textId="77777777" w:rsidR="00B335D2" w:rsidRPr="00E24F7B" w:rsidRDefault="00B335D2" w:rsidP="00776322">
            <w:pPr>
              <w:rPr>
                <w:noProof/>
              </w:rPr>
            </w:pPr>
            <w:r w:rsidRPr="00E24F7B">
              <w:rPr>
                <w:noProof/>
                <w:lang w:val="fr-FR"/>
              </w:rPr>
              <w:t xml:space="preserve">                                                  </w:t>
            </w:r>
            <w:r w:rsidRPr="00E24F7B">
              <w:rPr>
                <w:i/>
                <w:noProof/>
                <w:lang w:val="fr-FR"/>
              </w:rPr>
              <w:t>circl</w:t>
            </w:r>
            <w:r w:rsidRPr="00E24F7B">
              <w:rPr>
                <w:i/>
                <w:noProof/>
              </w:rPr>
              <w:t>e one:</w:t>
            </w:r>
            <w:r w:rsidRPr="00E24F7B">
              <w:rPr>
                <w:noProof/>
              </w:rPr>
              <w:t xml:space="preserve">  max    min</w:t>
            </w:r>
          </w:p>
          <w:p w14:paraId="20833D44" w14:textId="77777777" w:rsidR="00B335D2" w:rsidRPr="00E24F7B" w:rsidRDefault="00B335D2" w:rsidP="00776322">
            <w:pPr>
              <w:rPr>
                <w:noProof/>
              </w:rPr>
            </w:pPr>
          </w:p>
          <w:p w14:paraId="65D212F2" w14:textId="77777777" w:rsidR="00B335D2" w:rsidRPr="00E24F7B" w:rsidRDefault="00B335D2" w:rsidP="00776322">
            <w:pPr>
              <w:rPr>
                <w:noProof/>
              </w:rPr>
            </w:pPr>
            <w:r w:rsidRPr="00E24F7B">
              <w:rPr>
                <w:noProof/>
              </w:rPr>
              <w:t>e. Solutio</w:t>
            </w:r>
            <w:r>
              <w:rPr>
                <w:noProof/>
              </w:rPr>
              <w:t>ns: ___________________________</w:t>
            </w:r>
          </w:p>
          <w:p w14:paraId="472DC56D" w14:textId="77777777" w:rsidR="00B335D2" w:rsidRPr="00E24F7B" w:rsidRDefault="00B335D2" w:rsidP="00776322"/>
          <w:p w14:paraId="41FBB593" w14:textId="77777777" w:rsidR="00B335D2" w:rsidRPr="00E24F7B" w:rsidRDefault="00B335D2" w:rsidP="00776322"/>
        </w:tc>
        <w:tc>
          <w:tcPr>
            <w:tcW w:w="5508" w:type="dxa"/>
            <w:shd w:val="clear" w:color="auto" w:fill="auto"/>
          </w:tcPr>
          <w:p w14:paraId="70718D1C" w14:textId="77777777" w:rsidR="00B335D2" w:rsidRPr="009A51AE" w:rsidRDefault="00B335D2" w:rsidP="00776322">
            <w:r>
              <w:t xml:space="preserve">2) </w:t>
            </w:r>
            <w:r w:rsidRPr="009A51AE">
              <w:t xml:space="preserve">Describe the transformation of y = </w:t>
            </w:r>
            <w:r>
              <w:t>-½</w:t>
            </w:r>
            <w:r w:rsidRPr="009A51AE">
              <w:t>x</w:t>
            </w:r>
            <w:r>
              <w:rPr>
                <w:vertAlign w:val="superscript"/>
              </w:rPr>
              <w:t xml:space="preserve">2 </w:t>
            </w:r>
            <w:r>
              <w:t xml:space="preserve">– 1 </w:t>
            </w:r>
            <w:r w:rsidRPr="009A51AE">
              <w:t>to the parent function?</w:t>
            </w:r>
          </w:p>
          <w:p w14:paraId="4F3F5AAA" w14:textId="77777777" w:rsidR="00B335D2" w:rsidRDefault="00B335D2" w:rsidP="00776322"/>
          <w:p w14:paraId="4C861063" w14:textId="77777777" w:rsidR="00B335D2" w:rsidRPr="00E24F7B" w:rsidRDefault="00B335D2" w:rsidP="00776322"/>
        </w:tc>
      </w:tr>
    </w:tbl>
    <w:p w14:paraId="7E960745" w14:textId="77777777" w:rsidR="009A51AE" w:rsidRPr="00E24F7B" w:rsidRDefault="009A51AE" w:rsidP="00085661"/>
    <w:sectPr w:rsidR="009A51AE" w:rsidRPr="00E24F7B" w:rsidSect="00B82849">
      <w:footerReference w:type="default" r:id="rId2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0F511" w14:textId="77777777" w:rsidR="00162FE4" w:rsidRDefault="00162FE4">
      <w:r>
        <w:separator/>
      </w:r>
    </w:p>
  </w:endnote>
  <w:endnote w:type="continuationSeparator" w:id="0">
    <w:p w14:paraId="490BEE17" w14:textId="77777777" w:rsidR="00162FE4" w:rsidRDefault="0016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3B0F" w14:textId="678D55BC" w:rsidR="00B82849" w:rsidRPr="008B41BB" w:rsidRDefault="00FF78AA" w:rsidP="00B82849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CHALLENGE ACCEPTED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D82C9" w14:textId="77777777" w:rsidR="00162FE4" w:rsidRDefault="00162FE4">
      <w:r>
        <w:separator/>
      </w:r>
    </w:p>
  </w:footnote>
  <w:footnote w:type="continuationSeparator" w:id="0">
    <w:p w14:paraId="0B45DC02" w14:textId="77777777" w:rsidR="00162FE4" w:rsidRDefault="00162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CD0A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AA0743"/>
    <w:multiLevelType w:val="hybridMultilevel"/>
    <w:tmpl w:val="04A211E4"/>
    <w:lvl w:ilvl="0" w:tplc="B210B0E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06261842"/>
    <w:multiLevelType w:val="hybridMultilevel"/>
    <w:tmpl w:val="1DA21D50"/>
    <w:lvl w:ilvl="0" w:tplc="E7A060F8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ascii="Calibri" w:hAnsi="Calibri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9460590"/>
    <w:multiLevelType w:val="hybridMultilevel"/>
    <w:tmpl w:val="C69028D6"/>
    <w:lvl w:ilvl="0" w:tplc="E204538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64A05"/>
    <w:multiLevelType w:val="hybridMultilevel"/>
    <w:tmpl w:val="EAA09B72"/>
    <w:lvl w:ilvl="0" w:tplc="E2B008FA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ascii="Calibri" w:hAnsi="Calibri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3662FA1"/>
    <w:multiLevelType w:val="hybridMultilevel"/>
    <w:tmpl w:val="01F8CE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3543C"/>
    <w:multiLevelType w:val="hybridMultilevel"/>
    <w:tmpl w:val="2C2E5D28"/>
    <w:lvl w:ilvl="0" w:tplc="3FCA8F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4E100C18">
      <w:start w:val="4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0E7CEF"/>
    <w:multiLevelType w:val="hybridMultilevel"/>
    <w:tmpl w:val="812E432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66BFF"/>
    <w:multiLevelType w:val="hybridMultilevel"/>
    <w:tmpl w:val="32E4AD6C"/>
    <w:lvl w:ilvl="0" w:tplc="A638227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27E5420"/>
    <w:multiLevelType w:val="hybridMultilevel"/>
    <w:tmpl w:val="74F65EBA"/>
    <w:lvl w:ilvl="0" w:tplc="8AF20B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E25E4"/>
    <w:multiLevelType w:val="hybridMultilevel"/>
    <w:tmpl w:val="FB661782"/>
    <w:lvl w:ilvl="0" w:tplc="3104DF0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5F36440"/>
    <w:multiLevelType w:val="hybridMultilevel"/>
    <w:tmpl w:val="82161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296748"/>
    <w:multiLevelType w:val="hybridMultilevel"/>
    <w:tmpl w:val="2C2E5D28"/>
    <w:lvl w:ilvl="0" w:tplc="3FCA8F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4E100C18">
      <w:start w:val="4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3C1490"/>
    <w:multiLevelType w:val="hybridMultilevel"/>
    <w:tmpl w:val="5978EA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5E0372"/>
    <w:multiLevelType w:val="hybridMultilevel"/>
    <w:tmpl w:val="F6969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EE6A61"/>
    <w:multiLevelType w:val="hybridMultilevel"/>
    <w:tmpl w:val="04A211E4"/>
    <w:lvl w:ilvl="0" w:tplc="B210B0E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7B610EAE"/>
    <w:multiLevelType w:val="hybridMultilevel"/>
    <w:tmpl w:val="32E4AD6C"/>
    <w:lvl w:ilvl="0" w:tplc="A638227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14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7"/>
  </w:num>
  <w:num w:numId="12">
    <w:abstractNumId w:val="3"/>
  </w:num>
  <w:num w:numId="13">
    <w:abstractNumId w:val="10"/>
  </w:num>
  <w:num w:numId="14">
    <w:abstractNumId w:val="9"/>
  </w:num>
  <w:num w:numId="15">
    <w:abstractNumId w:val="13"/>
  </w:num>
  <w:num w:numId="16">
    <w:abstractNumId w:val="5"/>
  </w:num>
  <w:num w:numId="1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85661"/>
    <w:rsid w:val="00096F79"/>
    <w:rsid w:val="00132027"/>
    <w:rsid w:val="00162FE4"/>
    <w:rsid w:val="00316A6C"/>
    <w:rsid w:val="00316C5B"/>
    <w:rsid w:val="00346376"/>
    <w:rsid w:val="003D41CE"/>
    <w:rsid w:val="00536C2F"/>
    <w:rsid w:val="00545776"/>
    <w:rsid w:val="00560210"/>
    <w:rsid w:val="006A68E7"/>
    <w:rsid w:val="007500F1"/>
    <w:rsid w:val="007964B6"/>
    <w:rsid w:val="009A51AE"/>
    <w:rsid w:val="00A1389B"/>
    <w:rsid w:val="00A7407E"/>
    <w:rsid w:val="00AE3C30"/>
    <w:rsid w:val="00B335D2"/>
    <w:rsid w:val="00B342E9"/>
    <w:rsid w:val="00B37270"/>
    <w:rsid w:val="00B82849"/>
    <w:rsid w:val="00BB2483"/>
    <w:rsid w:val="00BD7485"/>
    <w:rsid w:val="00E24F7B"/>
    <w:rsid w:val="00E67138"/>
    <w:rsid w:val="00EA0F62"/>
    <w:rsid w:val="00EB196E"/>
    <w:rsid w:val="00EB6B60"/>
    <w:rsid w:val="00F32C2E"/>
    <w:rsid w:val="00F548DE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D9F2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2" w:qFormat="1"/>
    <w:lsdException w:name="Colorful List" w:uiPriority="34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styleId="ColorfulShading-Accent2">
    <w:name w:val="Colorful Shading Accent 2"/>
    <w:rsid w:val="002F1296"/>
    <w:rPr>
      <w:color w:val="808080"/>
    </w:rPr>
  </w:style>
  <w:style w:type="paragraph" w:styleId="ColorfulList-Accent2">
    <w:name w:val="Colorful List Accent 2"/>
    <w:uiPriority w:val="1"/>
    <w:qFormat/>
    <w:rsid w:val="009A0568"/>
    <w:rPr>
      <w:sz w:val="22"/>
      <w:szCs w:val="22"/>
    </w:rPr>
  </w:style>
  <w:style w:type="paragraph" w:styleId="MediumList2-Accent4">
    <w:name w:val="Medium List 2 Accent 4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ColorfulShading-Accent3">
    <w:name w:val="Colorful Shading Accent 3"/>
    <w:basedOn w:val="Normal"/>
    <w:uiPriority w:val="34"/>
    <w:qFormat/>
    <w:rsid w:val="003C386D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BB24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rsid w:val="00316A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20" Type="http://schemas.openxmlformats.org/officeDocument/2006/relationships/image" Target="media/image10.png"/><Relationship Id="rId21" Type="http://schemas.openxmlformats.org/officeDocument/2006/relationships/oleObject" Target="embeddings/oleObject5.bin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png"/><Relationship Id="rId13" Type="http://schemas.openxmlformats.org/officeDocument/2006/relationships/image" Target="media/image5.wmf"/><Relationship Id="rId14" Type="http://schemas.openxmlformats.org/officeDocument/2006/relationships/oleObject" Target="embeddings/oleObject3.bin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wmf"/><Relationship Id="rId19" Type="http://schemas.openxmlformats.org/officeDocument/2006/relationships/oleObject" Target="embeddings/oleObject4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C:\Users\lyarrington\AppData\Local\Microsoft\Windows\Temporary Internet Files\Content.Outlook\GAV30RU3\11th Grade Document Template docx.dotx</Template>
  <TotalTime>10</TotalTime>
  <Pages>3</Pages>
  <Words>692</Words>
  <Characters>3454</Characters>
  <Application>Microsoft Macintosh Word</Application>
  <DocSecurity>0</DocSecurity>
  <Lines>230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Katleiah Ramos</cp:lastModifiedBy>
  <cp:revision>11</cp:revision>
  <cp:lastPrinted>2012-09-20T22:44:00Z</cp:lastPrinted>
  <dcterms:created xsi:type="dcterms:W3CDTF">2017-05-29T17:35:00Z</dcterms:created>
  <dcterms:modified xsi:type="dcterms:W3CDTF">2017-05-29T17:44:00Z</dcterms:modified>
</cp:coreProperties>
</file>